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91D" w:rsidRPr="00F737AE" w:rsidRDefault="0052291D" w:rsidP="00BF15FE">
      <w:pPr>
        <w:spacing w:after="0" w:line="240" w:lineRule="auto"/>
        <w:ind w:right="-81"/>
        <w:jc w:val="center"/>
        <w:rPr>
          <w:rFonts w:ascii="Times New Roman" w:hAnsi="Times New Roman"/>
          <w:b/>
          <w:sz w:val="32"/>
          <w:szCs w:val="32"/>
        </w:rPr>
      </w:pPr>
      <w:bookmarkStart w:id="0" w:name="OLE_LINK1"/>
      <w:bookmarkStart w:id="1" w:name="OLE_LINK2"/>
      <w:r w:rsidRPr="00F737AE">
        <w:rPr>
          <w:rFonts w:ascii="Times New Roman" w:hAnsi="Times New Roman"/>
          <w:b/>
          <w:sz w:val="32"/>
          <w:szCs w:val="32"/>
        </w:rPr>
        <w:t>РОССИЙСКАЯ ФЕДЕРАЦИЯ</w:t>
      </w:r>
    </w:p>
    <w:p w:rsidR="0052291D" w:rsidRPr="00F737AE" w:rsidRDefault="0052291D" w:rsidP="00BF15FE">
      <w:pPr>
        <w:spacing w:after="0" w:line="240" w:lineRule="auto"/>
        <w:ind w:right="-81"/>
        <w:jc w:val="center"/>
        <w:rPr>
          <w:rFonts w:ascii="Times New Roman" w:hAnsi="Times New Roman"/>
          <w:b/>
          <w:sz w:val="28"/>
          <w:szCs w:val="28"/>
        </w:rPr>
      </w:pPr>
      <w:r w:rsidRPr="00F737AE">
        <w:rPr>
          <w:rFonts w:ascii="Times New Roman" w:hAnsi="Times New Roman"/>
          <w:b/>
          <w:sz w:val="28"/>
          <w:szCs w:val="28"/>
        </w:rPr>
        <w:t>Калининградская область</w:t>
      </w:r>
    </w:p>
    <w:p w:rsidR="0052291D" w:rsidRPr="00EF22AA" w:rsidRDefault="0052291D" w:rsidP="00BF15FE">
      <w:pPr>
        <w:spacing w:after="0" w:line="240" w:lineRule="auto"/>
        <w:ind w:right="-81"/>
        <w:jc w:val="center"/>
        <w:rPr>
          <w:rFonts w:ascii="Times New Roman" w:hAnsi="Times New Roman"/>
          <w:b/>
          <w:sz w:val="28"/>
          <w:szCs w:val="28"/>
        </w:rPr>
      </w:pPr>
      <w:r w:rsidRPr="00EF22AA"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:rsidR="0052291D" w:rsidRPr="00EF22AA" w:rsidRDefault="0052291D" w:rsidP="00BF15FE">
      <w:pPr>
        <w:spacing w:after="0" w:line="240" w:lineRule="auto"/>
        <w:ind w:right="-81"/>
        <w:jc w:val="center"/>
        <w:rPr>
          <w:rFonts w:ascii="Times New Roman" w:hAnsi="Times New Roman"/>
          <w:b/>
          <w:sz w:val="28"/>
          <w:szCs w:val="28"/>
        </w:rPr>
      </w:pPr>
      <w:r w:rsidRPr="00EF22AA">
        <w:rPr>
          <w:rFonts w:ascii="Times New Roman" w:hAnsi="Times New Roman"/>
          <w:b/>
          <w:sz w:val="28"/>
          <w:szCs w:val="28"/>
        </w:rPr>
        <w:t>«СВЕТЛОГОРСКИЙ РАЙОН»</w:t>
      </w:r>
    </w:p>
    <w:p w:rsidR="0052291D" w:rsidRPr="00DC5DF6" w:rsidRDefault="0052291D" w:rsidP="00BF15FE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2291D" w:rsidRPr="00DC5DF6" w:rsidRDefault="0052291D" w:rsidP="00BF15F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DC5DF6">
        <w:rPr>
          <w:rFonts w:ascii="Times New Roman" w:hAnsi="Times New Roman"/>
          <w:b/>
          <w:sz w:val="28"/>
          <w:szCs w:val="24"/>
        </w:rPr>
        <w:t>ПОСТАНОВЛЕНИЕ</w:t>
      </w:r>
    </w:p>
    <w:p w:rsidR="0052291D" w:rsidRPr="00DC5DF6" w:rsidRDefault="0052291D" w:rsidP="00BF15F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52291D" w:rsidRPr="004D76E4" w:rsidRDefault="0052291D" w:rsidP="00BF15F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 06 »  февраля 201</w:t>
      </w:r>
      <w:r w:rsidRPr="005E2889">
        <w:rPr>
          <w:rFonts w:ascii="Times New Roman" w:hAnsi="Times New Roman"/>
          <w:sz w:val="28"/>
          <w:szCs w:val="24"/>
        </w:rPr>
        <w:t>5</w:t>
      </w:r>
      <w:r w:rsidRPr="00DC5DF6">
        <w:rPr>
          <w:rFonts w:ascii="Times New Roman" w:hAnsi="Times New Roman"/>
          <w:sz w:val="28"/>
          <w:szCs w:val="24"/>
        </w:rPr>
        <w:t xml:space="preserve"> года</w:t>
      </w:r>
      <w:r>
        <w:rPr>
          <w:rFonts w:ascii="Times New Roman" w:hAnsi="Times New Roman"/>
          <w:sz w:val="28"/>
          <w:szCs w:val="24"/>
        </w:rPr>
        <w:t xml:space="preserve"> №  78</w:t>
      </w:r>
    </w:p>
    <w:p w:rsidR="0052291D" w:rsidRPr="00DC5DF6" w:rsidRDefault="0052291D" w:rsidP="00BF15F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г. Светлогорск</w:t>
      </w:r>
    </w:p>
    <w:p w:rsidR="0052291D" w:rsidRPr="00DC5DF6" w:rsidRDefault="0052291D" w:rsidP="00BF15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291D" w:rsidRDefault="0052291D" w:rsidP="007207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муниципальной  программы </w:t>
      </w:r>
    </w:p>
    <w:p w:rsidR="0052291D" w:rsidRDefault="0052291D" w:rsidP="007207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07A5">
        <w:rPr>
          <w:rFonts w:ascii="Times New Roman" w:hAnsi="Times New Roman"/>
          <w:b/>
          <w:sz w:val="28"/>
          <w:szCs w:val="28"/>
        </w:rPr>
        <w:t xml:space="preserve">«Развитие </w:t>
      </w:r>
      <w:r>
        <w:rPr>
          <w:rFonts w:ascii="Times New Roman" w:hAnsi="Times New Roman"/>
          <w:b/>
          <w:sz w:val="28"/>
          <w:szCs w:val="28"/>
        </w:rPr>
        <w:t>культуры на территории Светлогорского района»</w:t>
      </w:r>
    </w:p>
    <w:p w:rsidR="0052291D" w:rsidRPr="007207A5" w:rsidRDefault="0052291D" w:rsidP="007207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07A5">
        <w:rPr>
          <w:rFonts w:ascii="Times New Roman" w:hAnsi="Times New Roman"/>
          <w:b/>
          <w:sz w:val="28"/>
          <w:szCs w:val="28"/>
        </w:rPr>
        <w:t>на 201</w:t>
      </w:r>
      <w:r>
        <w:rPr>
          <w:rFonts w:ascii="Times New Roman" w:hAnsi="Times New Roman"/>
          <w:b/>
          <w:sz w:val="28"/>
          <w:szCs w:val="28"/>
        </w:rPr>
        <w:t>5</w:t>
      </w:r>
      <w:r w:rsidRPr="007207A5">
        <w:rPr>
          <w:rFonts w:ascii="Times New Roman" w:hAnsi="Times New Roman"/>
          <w:b/>
          <w:sz w:val="28"/>
          <w:szCs w:val="28"/>
        </w:rPr>
        <w:t>-201</w:t>
      </w:r>
      <w:r>
        <w:rPr>
          <w:rFonts w:ascii="Times New Roman" w:hAnsi="Times New Roman"/>
          <w:b/>
          <w:sz w:val="28"/>
          <w:szCs w:val="28"/>
        </w:rPr>
        <w:t>7</w:t>
      </w:r>
      <w:r w:rsidRPr="007207A5"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>оды</w:t>
      </w:r>
    </w:p>
    <w:p w:rsidR="0052291D" w:rsidRPr="00DC5DF6" w:rsidRDefault="0052291D" w:rsidP="00BF15FE">
      <w:pPr>
        <w:spacing w:after="0" w:line="240" w:lineRule="auto"/>
        <w:ind w:left="357" w:firstLine="709"/>
        <w:jc w:val="both"/>
        <w:rPr>
          <w:rFonts w:ascii="Times New Roman" w:hAnsi="Times New Roman"/>
          <w:sz w:val="28"/>
          <w:szCs w:val="28"/>
        </w:rPr>
      </w:pPr>
    </w:p>
    <w:p w:rsidR="0052291D" w:rsidRPr="00DC5DF6" w:rsidRDefault="0052291D" w:rsidP="00BF15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                № 131-ФЗ «Об общих принципах организации местного самоуправления в Российской Федерации»</w:t>
      </w:r>
    </w:p>
    <w:p w:rsidR="0052291D" w:rsidRPr="00DC5DF6" w:rsidRDefault="0052291D" w:rsidP="00BF15FE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52291D" w:rsidRPr="00DC5DF6" w:rsidRDefault="0052291D" w:rsidP="00BF15FE">
      <w:pPr>
        <w:spacing w:after="0" w:line="240" w:lineRule="auto"/>
        <w:ind w:left="357" w:hanging="7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я е т</w:t>
      </w:r>
      <w:r w:rsidRPr="00DC5DF6">
        <w:rPr>
          <w:rFonts w:ascii="Times New Roman" w:hAnsi="Times New Roman"/>
          <w:b/>
          <w:sz w:val="28"/>
          <w:szCs w:val="28"/>
        </w:rPr>
        <w:t>:</w:t>
      </w:r>
    </w:p>
    <w:p w:rsidR="0052291D" w:rsidRPr="00DC5DF6" w:rsidRDefault="0052291D" w:rsidP="00BF15FE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52291D" w:rsidRDefault="0052291D" w:rsidP="002169F9">
      <w:pPr>
        <w:pStyle w:val="ListParagraph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23BD">
        <w:rPr>
          <w:rFonts w:ascii="Times New Roman" w:hAnsi="Times New Roman"/>
          <w:sz w:val="28"/>
          <w:szCs w:val="28"/>
        </w:rPr>
        <w:t>Утвердить муниципальн</w:t>
      </w:r>
      <w:r>
        <w:rPr>
          <w:rFonts w:ascii="Times New Roman" w:hAnsi="Times New Roman"/>
          <w:sz w:val="28"/>
          <w:szCs w:val="28"/>
        </w:rPr>
        <w:t>ую</w:t>
      </w:r>
      <w:r w:rsidRPr="004823BD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у «Развитие культуры на территории Светлогорского района» на 2015 – 2017 годы согласно приложению.</w:t>
      </w:r>
    </w:p>
    <w:p w:rsidR="0052291D" w:rsidRPr="00E32390" w:rsidRDefault="0052291D" w:rsidP="002169F9">
      <w:pPr>
        <w:pStyle w:val="ListParagraph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2390">
        <w:rPr>
          <w:rFonts w:ascii="Times New Roman" w:hAnsi="Times New Roman"/>
          <w:sz w:val="28"/>
          <w:szCs w:val="28"/>
        </w:rPr>
        <w:t>Опубликовать настоящее постановление в газете «Вестник Светлогорска» и разместить на официальном сайте администрации МО «Светлогорский район».</w:t>
      </w:r>
    </w:p>
    <w:p w:rsidR="0052291D" w:rsidRPr="00DC5DF6" w:rsidRDefault="0052291D" w:rsidP="002169F9">
      <w:pPr>
        <w:numPr>
          <w:ilvl w:val="0"/>
          <w:numId w:val="2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DF6">
        <w:rPr>
          <w:rFonts w:ascii="Times New Roman" w:hAnsi="Times New Roman"/>
          <w:sz w:val="28"/>
          <w:szCs w:val="28"/>
        </w:rPr>
        <w:t xml:space="preserve">Контроль </w:t>
      </w:r>
      <w:r>
        <w:rPr>
          <w:rFonts w:ascii="Times New Roman" w:hAnsi="Times New Roman"/>
          <w:sz w:val="28"/>
          <w:szCs w:val="28"/>
        </w:rPr>
        <w:t xml:space="preserve">над </w:t>
      </w:r>
      <w:r w:rsidRPr="00DC5DF6">
        <w:rPr>
          <w:rFonts w:ascii="Times New Roman" w:hAnsi="Times New Roman"/>
          <w:sz w:val="28"/>
          <w:szCs w:val="28"/>
        </w:rPr>
        <w:t xml:space="preserve">исполнением </w:t>
      </w:r>
      <w:r>
        <w:rPr>
          <w:rFonts w:ascii="Times New Roman" w:hAnsi="Times New Roman"/>
          <w:sz w:val="28"/>
          <w:szCs w:val="28"/>
        </w:rPr>
        <w:t xml:space="preserve">постановления возложить на заместителя главы </w:t>
      </w:r>
      <w:r w:rsidRPr="00DC5DF6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муниципального образования «Светлогорский район»  Качмар Т.Н.</w:t>
      </w:r>
    </w:p>
    <w:p w:rsidR="0052291D" w:rsidRPr="00DC5DF6" w:rsidRDefault="0052291D" w:rsidP="002169F9">
      <w:pPr>
        <w:numPr>
          <w:ilvl w:val="0"/>
          <w:numId w:val="2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52291D" w:rsidRPr="00DC5DF6" w:rsidRDefault="0052291D" w:rsidP="00BF1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291D" w:rsidRDefault="0052291D" w:rsidP="00BF1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291D" w:rsidRPr="00DC5DF6" w:rsidRDefault="0052291D" w:rsidP="00BF1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291D" w:rsidRDefault="0052291D" w:rsidP="00BF1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Pr="00DC5DF6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52291D" w:rsidRPr="00DC5DF6" w:rsidRDefault="0052291D" w:rsidP="00BF1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52291D" w:rsidRPr="00DC5DF6" w:rsidRDefault="0052291D" w:rsidP="00BF1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C5DF6">
        <w:rPr>
          <w:rFonts w:ascii="Times New Roman" w:hAnsi="Times New Roman"/>
          <w:sz w:val="28"/>
          <w:szCs w:val="28"/>
        </w:rPr>
        <w:t>Светл</w:t>
      </w:r>
      <w:r>
        <w:rPr>
          <w:rFonts w:ascii="Times New Roman" w:hAnsi="Times New Roman"/>
          <w:sz w:val="28"/>
          <w:szCs w:val="28"/>
        </w:rPr>
        <w:t>огорский район»</w:t>
      </w:r>
      <w:r w:rsidRPr="00DC5DF6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C5DF6">
        <w:rPr>
          <w:rFonts w:ascii="Times New Roman" w:hAnsi="Times New Roman"/>
          <w:sz w:val="28"/>
          <w:szCs w:val="28"/>
        </w:rPr>
        <w:t>А.</w:t>
      </w:r>
      <w:r>
        <w:rPr>
          <w:rFonts w:ascii="Times New Roman" w:hAnsi="Times New Roman"/>
          <w:sz w:val="28"/>
          <w:szCs w:val="28"/>
        </w:rPr>
        <w:t>В. Ковальский</w:t>
      </w:r>
      <w:r w:rsidRPr="00DC5DF6">
        <w:rPr>
          <w:rFonts w:ascii="Times New Roman" w:hAnsi="Times New Roman"/>
          <w:sz w:val="28"/>
          <w:szCs w:val="28"/>
        </w:rPr>
        <w:t xml:space="preserve">                                        </w:t>
      </w:r>
    </w:p>
    <w:bookmarkEnd w:id="0"/>
    <w:bookmarkEnd w:id="1"/>
    <w:p w:rsidR="0052291D" w:rsidRPr="004C70D2" w:rsidRDefault="0052291D" w:rsidP="004C70D2">
      <w:pPr>
        <w:rPr>
          <w:b/>
          <w:bCs/>
          <w:color w:val="484843"/>
          <w:sz w:val="32"/>
          <w:szCs w:val="32"/>
        </w:rPr>
      </w:pPr>
    </w:p>
    <w:sectPr w:rsidR="0052291D" w:rsidRPr="004C70D2" w:rsidSect="008A3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C7235"/>
    <w:multiLevelType w:val="hybridMultilevel"/>
    <w:tmpl w:val="FF8A07A4"/>
    <w:lvl w:ilvl="0" w:tplc="13864FA0">
      <w:start w:val="1"/>
      <w:numFmt w:val="decimal"/>
      <w:suff w:val="space"/>
      <w:lvlText w:val="%1."/>
      <w:lvlJc w:val="left"/>
      <w:pPr>
        <w:ind w:firstLine="710"/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7037CAB"/>
    <w:multiLevelType w:val="hybridMultilevel"/>
    <w:tmpl w:val="3BFA61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15FE"/>
    <w:rsid w:val="00001296"/>
    <w:rsid w:val="00003431"/>
    <w:rsid w:val="00004239"/>
    <w:rsid w:val="00005A6F"/>
    <w:rsid w:val="00005DED"/>
    <w:rsid w:val="00007973"/>
    <w:rsid w:val="00007BC4"/>
    <w:rsid w:val="00007C97"/>
    <w:rsid w:val="00010925"/>
    <w:rsid w:val="00010BC2"/>
    <w:rsid w:val="000117B9"/>
    <w:rsid w:val="00015B94"/>
    <w:rsid w:val="000161E8"/>
    <w:rsid w:val="000228F7"/>
    <w:rsid w:val="00022E42"/>
    <w:rsid w:val="00024327"/>
    <w:rsid w:val="00025A5F"/>
    <w:rsid w:val="000307BF"/>
    <w:rsid w:val="00034B57"/>
    <w:rsid w:val="00035535"/>
    <w:rsid w:val="0003653F"/>
    <w:rsid w:val="00037709"/>
    <w:rsid w:val="00040621"/>
    <w:rsid w:val="0004322E"/>
    <w:rsid w:val="00043CF4"/>
    <w:rsid w:val="000440A4"/>
    <w:rsid w:val="00050C34"/>
    <w:rsid w:val="00050D72"/>
    <w:rsid w:val="000513AE"/>
    <w:rsid w:val="00051CD4"/>
    <w:rsid w:val="00053B15"/>
    <w:rsid w:val="00053CF4"/>
    <w:rsid w:val="00056666"/>
    <w:rsid w:val="0005666C"/>
    <w:rsid w:val="0005696F"/>
    <w:rsid w:val="00060E82"/>
    <w:rsid w:val="00061E9D"/>
    <w:rsid w:val="000623E4"/>
    <w:rsid w:val="00062F84"/>
    <w:rsid w:val="0006368F"/>
    <w:rsid w:val="0006430F"/>
    <w:rsid w:val="00065DC8"/>
    <w:rsid w:val="00066B97"/>
    <w:rsid w:val="000705EF"/>
    <w:rsid w:val="00070E59"/>
    <w:rsid w:val="0007127B"/>
    <w:rsid w:val="00073815"/>
    <w:rsid w:val="00074FFA"/>
    <w:rsid w:val="0007575D"/>
    <w:rsid w:val="00075F92"/>
    <w:rsid w:val="000764BE"/>
    <w:rsid w:val="00076FB9"/>
    <w:rsid w:val="000774B0"/>
    <w:rsid w:val="000809BB"/>
    <w:rsid w:val="00081038"/>
    <w:rsid w:val="00083420"/>
    <w:rsid w:val="000847DE"/>
    <w:rsid w:val="0008482B"/>
    <w:rsid w:val="000901D9"/>
    <w:rsid w:val="00091D63"/>
    <w:rsid w:val="00092F13"/>
    <w:rsid w:val="00094494"/>
    <w:rsid w:val="000952A0"/>
    <w:rsid w:val="00095E61"/>
    <w:rsid w:val="000A05C2"/>
    <w:rsid w:val="000A07FB"/>
    <w:rsid w:val="000A1796"/>
    <w:rsid w:val="000A1BFB"/>
    <w:rsid w:val="000A353A"/>
    <w:rsid w:val="000A5B72"/>
    <w:rsid w:val="000A6538"/>
    <w:rsid w:val="000A6578"/>
    <w:rsid w:val="000A74D6"/>
    <w:rsid w:val="000A77D6"/>
    <w:rsid w:val="000B0342"/>
    <w:rsid w:val="000B1E33"/>
    <w:rsid w:val="000B1F17"/>
    <w:rsid w:val="000B29CB"/>
    <w:rsid w:val="000B2F76"/>
    <w:rsid w:val="000B4623"/>
    <w:rsid w:val="000B5979"/>
    <w:rsid w:val="000B5D7B"/>
    <w:rsid w:val="000B5F76"/>
    <w:rsid w:val="000C228C"/>
    <w:rsid w:val="000C3D32"/>
    <w:rsid w:val="000C4014"/>
    <w:rsid w:val="000C552D"/>
    <w:rsid w:val="000C5629"/>
    <w:rsid w:val="000C59F6"/>
    <w:rsid w:val="000C64EF"/>
    <w:rsid w:val="000D0387"/>
    <w:rsid w:val="000D29A5"/>
    <w:rsid w:val="000D3F48"/>
    <w:rsid w:val="000D519D"/>
    <w:rsid w:val="000D5518"/>
    <w:rsid w:val="000D6338"/>
    <w:rsid w:val="000D685E"/>
    <w:rsid w:val="000D70A5"/>
    <w:rsid w:val="000D71CA"/>
    <w:rsid w:val="000D776E"/>
    <w:rsid w:val="000D7946"/>
    <w:rsid w:val="000D7BB3"/>
    <w:rsid w:val="000D7EA9"/>
    <w:rsid w:val="000D7FCD"/>
    <w:rsid w:val="000E00F6"/>
    <w:rsid w:val="000E166A"/>
    <w:rsid w:val="000E3DA2"/>
    <w:rsid w:val="000E41D1"/>
    <w:rsid w:val="000E42F6"/>
    <w:rsid w:val="000E4D4D"/>
    <w:rsid w:val="000E51AD"/>
    <w:rsid w:val="000E5517"/>
    <w:rsid w:val="000E5A8B"/>
    <w:rsid w:val="000E5D15"/>
    <w:rsid w:val="000E5F84"/>
    <w:rsid w:val="000E7662"/>
    <w:rsid w:val="000F0B58"/>
    <w:rsid w:val="000F1207"/>
    <w:rsid w:val="000F20B5"/>
    <w:rsid w:val="000F21BF"/>
    <w:rsid w:val="000F269F"/>
    <w:rsid w:val="000F26E1"/>
    <w:rsid w:val="000F340B"/>
    <w:rsid w:val="000F35F7"/>
    <w:rsid w:val="000F492C"/>
    <w:rsid w:val="000F5C65"/>
    <w:rsid w:val="000F5C85"/>
    <w:rsid w:val="000F5ED8"/>
    <w:rsid w:val="0010031D"/>
    <w:rsid w:val="001020FB"/>
    <w:rsid w:val="00103550"/>
    <w:rsid w:val="001043B7"/>
    <w:rsid w:val="00104441"/>
    <w:rsid w:val="00104511"/>
    <w:rsid w:val="00104736"/>
    <w:rsid w:val="0010613D"/>
    <w:rsid w:val="001065E7"/>
    <w:rsid w:val="00106DFB"/>
    <w:rsid w:val="0010772A"/>
    <w:rsid w:val="00110139"/>
    <w:rsid w:val="00111EC9"/>
    <w:rsid w:val="00114E03"/>
    <w:rsid w:val="00114EDF"/>
    <w:rsid w:val="00115B96"/>
    <w:rsid w:val="00115F9E"/>
    <w:rsid w:val="00116C1F"/>
    <w:rsid w:val="001172C0"/>
    <w:rsid w:val="00120777"/>
    <w:rsid w:val="001216B2"/>
    <w:rsid w:val="001223F6"/>
    <w:rsid w:val="0012273E"/>
    <w:rsid w:val="00122A8D"/>
    <w:rsid w:val="00122DF1"/>
    <w:rsid w:val="00124371"/>
    <w:rsid w:val="00125872"/>
    <w:rsid w:val="001266B5"/>
    <w:rsid w:val="0012760A"/>
    <w:rsid w:val="001304C5"/>
    <w:rsid w:val="0013150F"/>
    <w:rsid w:val="00132CBE"/>
    <w:rsid w:val="00132D5F"/>
    <w:rsid w:val="00133378"/>
    <w:rsid w:val="0013337F"/>
    <w:rsid w:val="00133568"/>
    <w:rsid w:val="00133E71"/>
    <w:rsid w:val="00135316"/>
    <w:rsid w:val="00135C2E"/>
    <w:rsid w:val="001365E8"/>
    <w:rsid w:val="00136E23"/>
    <w:rsid w:val="00140AC8"/>
    <w:rsid w:val="00140C53"/>
    <w:rsid w:val="0014347D"/>
    <w:rsid w:val="00143D17"/>
    <w:rsid w:val="001456DE"/>
    <w:rsid w:val="00145883"/>
    <w:rsid w:val="00145ACC"/>
    <w:rsid w:val="001474D0"/>
    <w:rsid w:val="001475D4"/>
    <w:rsid w:val="001479B9"/>
    <w:rsid w:val="0015009F"/>
    <w:rsid w:val="001514BC"/>
    <w:rsid w:val="00151F5E"/>
    <w:rsid w:val="00152FCA"/>
    <w:rsid w:val="00153EC7"/>
    <w:rsid w:val="00154283"/>
    <w:rsid w:val="00155EB2"/>
    <w:rsid w:val="00156760"/>
    <w:rsid w:val="00157411"/>
    <w:rsid w:val="001575A0"/>
    <w:rsid w:val="00160275"/>
    <w:rsid w:val="0016031E"/>
    <w:rsid w:val="00161DA5"/>
    <w:rsid w:val="00161E30"/>
    <w:rsid w:val="00163925"/>
    <w:rsid w:val="00164503"/>
    <w:rsid w:val="00165EE1"/>
    <w:rsid w:val="00167EDA"/>
    <w:rsid w:val="00167FC5"/>
    <w:rsid w:val="001705D3"/>
    <w:rsid w:val="0017064C"/>
    <w:rsid w:val="00170A59"/>
    <w:rsid w:val="001714DC"/>
    <w:rsid w:val="00171CB7"/>
    <w:rsid w:val="00173B10"/>
    <w:rsid w:val="00174A17"/>
    <w:rsid w:val="00176C2F"/>
    <w:rsid w:val="001773B0"/>
    <w:rsid w:val="001778D9"/>
    <w:rsid w:val="00177BC5"/>
    <w:rsid w:val="0018061D"/>
    <w:rsid w:val="00180D22"/>
    <w:rsid w:val="00181AA1"/>
    <w:rsid w:val="0018279F"/>
    <w:rsid w:val="001833C3"/>
    <w:rsid w:val="0018385C"/>
    <w:rsid w:val="00185FED"/>
    <w:rsid w:val="001904E9"/>
    <w:rsid w:val="001907C9"/>
    <w:rsid w:val="001924FF"/>
    <w:rsid w:val="001937B1"/>
    <w:rsid w:val="001953B9"/>
    <w:rsid w:val="00197222"/>
    <w:rsid w:val="001A00E1"/>
    <w:rsid w:val="001A1573"/>
    <w:rsid w:val="001A2430"/>
    <w:rsid w:val="001A287C"/>
    <w:rsid w:val="001B0B0E"/>
    <w:rsid w:val="001B0B66"/>
    <w:rsid w:val="001B1031"/>
    <w:rsid w:val="001B16BB"/>
    <w:rsid w:val="001B1A2A"/>
    <w:rsid w:val="001B28F9"/>
    <w:rsid w:val="001B2F3B"/>
    <w:rsid w:val="001B31C6"/>
    <w:rsid w:val="001B469D"/>
    <w:rsid w:val="001B4EF1"/>
    <w:rsid w:val="001B51A1"/>
    <w:rsid w:val="001B771C"/>
    <w:rsid w:val="001B7EC3"/>
    <w:rsid w:val="001C021A"/>
    <w:rsid w:val="001C308B"/>
    <w:rsid w:val="001C3D48"/>
    <w:rsid w:val="001C4080"/>
    <w:rsid w:val="001C553C"/>
    <w:rsid w:val="001C6C13"/>
    <w:rsid w:val="001C6EE3"/>
    <w:rsid w:val="001C708A"/>
    <w:rsid w:val="001C74D2"/>
    <w:rsid w:val="001D0DCC"/>
    <w:rsid w:val="001D1793"/>
    <w:rsid w:val="001D46BC"/>
    <w:rsid w:val="001D4EA8"/>
    <w:rsid w:val="001D6FE0"/>
    <w:rsid w:val="001E0EED"/>
    <w:rsid w:val="001E2A1F"/>
    <w:rsid w:val="001E3C7F"/>
    <w:rsid w:val="001E44A3"/>
    <w:rsid w:val="001E574B"/>
    <w:rsid w:val="001E5A4E"/>
    <w:rsid w:val="001E6BD4"/>
    <w:rsid w:val="001E6CE8"/>
    <w:rsid w:val="001F0EC7"/>
    <w:rsid w:val="001F1A7F"/>
    <w:rsid w:val="001F20C7"/>
    <w:rsid w:val="001F2DE9"/>
    <w:rsid w:val="001F5E04"/>
    <w:rsid w:val="00200052"/>
    <w:rsid w:val="00203756"/>
    <w:rsid w:val="00207941"/>
    <w:rsid w:val="00207D90"/>
    <w:rsid w:val="00210348"/>
    <w:rsid w:val="00211ABB"/>
    <w:rsid w:val="002128C0"/>
    <w:rsid w:val="00214181"/>
    <w:rsid w:val="002161CD"/>
    <w:rsid w:val="002169F9"/>
    <w:rsid w:val="00216ED8"/>
    <w:rsid w:val="00220AAB"/>
    <w:rsid w:val="00220BBF"/>
    <w:rsid w:val="00222120"/>
    <w:rsid w:val="00222BF6"/>
    <w:rsid w:val="00223328"/>
    <w:rsid w:val="0022493A"/>
    <w:rsid w:val="00227041"/>
    <w:rsid w:val="00230477"/>
    <w:rsid w:val="002321C9"/>
    <w:rsid w:val="002337BD"/>
    <w:rsid w:val="002340A3"/>
    <w:rsid w:val="00234B84"/>
    <w:rsid w:val="00236EA6"/>
    <w:rsid w:val="00240993"/>
    <w:rsid w:val="0024119C"/>
    <w:rsid w:val="002423ED"/>
    <w:rsid w:val="00242831"/>
    <w:rsid w:val="00243C4D"/>
    <w:rsid w:val="00243FEF"/>
    <w:rsid w:val="00244C4C"/>
    <w:rsid w:val="00246101"/>
    <w:rsid w:val="00247026"/>
    <w:rsid w:val="002508ED"/>
    <w:rsid w:val="00251020"/>
    <w:rsid w:val="00251F8A"/>
    <w:rsid w:val="00252D05"/>
    <w:rsid w:val="00252E56"/>
    <w:rsid w:val="002538AE"/>
    <w:rsid w:val="00255143"/>
    <w:rsid w:val="0025598C"/>
    <w:rsid w:val="00255E4E"/>
    <w:rsid w:val="00260655"/>
    <w:rsid w:val="00260D14"/>
    <w:rsid w:val="00261A6C"/>
    <w:rsid w:val="002641E5"/>
    <w:rsid w:val="00264335"/>
    <w:rsid w:val="00266F1B"/>
    <w:rsid w:val="00267487"/>
    <w:rsid w:val="00267622"/>
    <w:rsid w:val="00267D8C"/>
    <w:rsid w:val="002719AC"/>
    <w:rsid w:val="00272755"/>
    <w:rsid w:val="00274C17"/>
    <w:rsid w:val="002751A4"/>
    <w:rsid w:val="002752B3"/>
    <w:rsid w:val="002756B0"/>
    <w:rsid w:val="00275789"/>
    <w:rsid w:val="00281B05"/>
    <w:rsid w:val="00281FCE"/>
    <w:rsid w:val="00283281"/>
    <w:rsid w:val="00283A82"/>
    <w:rsid w:val="00283D39"/>
    <w:rsid w:val="00285832"/>
    <w:rsid w:val="00287C3F"/>
    <w:rsid w:val="0029037B"/>
    <w:rsid w:val="002908AB"/>
    <w:rsid w:val="0029235C"/>
    <w:rsid w:val="00293700"/>
    <w:rsid w:val="00295151"/>
    <w:rsid w:val="00295B22"/>
    <w:rsid w:val="00296483"/>
    <w:rsid w:val="002978CC"/>
    <w:rsid w:val="002A01EC"/>
    <w:rsid w:val="002A2D53"/>
    <w:rsid w:val="002A320A"/>
    <w:rsid w:val="002A424C"/>
    <w:rsid w:val="002A4448"/>
    <w:rsid w:val="002A4B58"/>
    <w:rsid w:val="002A4EF2"/>
    <w:rsid w:val="002A53A4"/>
    <w:rsid w:val="002A580B"/>
    <w:rsid w:val="002A6351"/>
    <w:rsid w:val="002B2C38"/>
    <w:rsid w:val="002B3217"/>
    <w:rsid w:val="002B3247"/>
    <w:rsid w:val="002B3374"/>
    <w:rsid w:val="002B3C25"/>
    <w:rsid w:val="002B4F83"/>
    <w:rsid w:val="002B5373"/>
    <w:rsid w:val="002B58FE"/>
    <w:rsid w:val="002B6850"/>
    <w:rsid w:val="002B7622"/>
    <w:rsid w:val="002C0F86"/>
    <w:rsid w:val="002C1C59"/>
    <w:rsid w:val="002C28F7"/>
    <w:rsid w:val="002C34A1"/>
    <w:rsid w:val="002C3667"/>
    <w:rsid w:val="002C3B2F"/>
    <w:rsid w:val="002C45C3"/>
    <w:rsid w:val="002C48E2"/>
    <w:rsid w:val="002C4E5E"/>
    <w:rsid w:val="002C5A64"/>
    <w:rsid w:val="002C5C0D"/>
    <w:rsid w:val="002C760B"/>
    <w:rsid w:val="002D1DFB"/>
    <w:rsid w:val="002D2B3A"/>
    <w:rsid w:val="002D47B6"/>
    <w:rsid w:val="002D49D1"/>
    <w:rsid w:val="002D4CF2"/>
    <w:rsid w:val="002D5387"/>
    <w:rsid w:val="002D705E"/>
    <w:rsid w:val="002D73C2"/>
    <w:rsid w:val="002D7D5C"/>
    <w:rsid w:val="002E124A"/>
    <w:rsid w:val="002E239E"/>
    <w:rsid w:val="002E3747"/>
    <w:rsid w:val="002E39E7"/>
    <w:rsid w:val="002E39FD"/>
    <w:rsid w:val="002E456F"/>
    <w:rsid w:val="002E4B3E"/>
    <w:rsid w:val="002E75FC"/>
    <w:rsid w:val="002E7CA2"/>
    <w:rsid w:val="002F1B4E"/>
    <w:rsid w:val="002F1D19"/>
    <w:rsid w:val="002F2959"/>
    <w:rsid w:val="002F2A86"/>
    <w:rsid w:val="002F2EDC"/>
    <w:rsid w:val="002F436D"/>
    <w:rsid w:val="002F698A"/>
    <w:rsid w:val="002F69FB"/>
    <w:rsid w:val="002F6A6D"/>
    <w:rsid w:val="002F6CBC"/>
    <w:rsid w:val="002F7261"/>
    <w:rsid w:val="002F76BF"/>
    <w:rsid w:val="002F78B5"/>
    <w:rsid w:val="002F7E3D"/>
    <w:rsid w:val="002F7F65"/>
    <w:rsid w:val="00302614"/>
    <w:rsid w:val="003042FD"/>
    <w:rsid w:val="00305217"/>
    <w:rsid w:val="003062BE"/>
    <w:rsid w:val="003066EA"/>
    <w:rsid w:val="003069AA"/>
    <w:rsid w:val="00307B2F"/>
    <w:rsid w:val="00310315"/>
    <w:rsid w:val="00310B86"/>
    <w:rsid w:val="00310D92"/>
    <w:rsid w:val="00311A88"/>
    <w:rsid w:val="00312D93"/>
    <w:rsid w:val="003142C5"/>
    <w:rsid w:val="00315438"/>
    <w:rsid w:val="003179A4"/>
    <w:rsid w:val="00320EF0"/>
    <w:rsid w:val="00320FE9"/>
    <w:rsid w:val="00321EA8"/>
    <w:rsid w:val="0032238C"/>
    <w:rsid w:val="0032247A"/>
    <w:rsid w:val="003226C0"/>
    <w:rsid w:val="00324A74"/>
    <w:rsid w:val="00325389"/>
    <w:rsid w:val="00326770"/>
    <w:rsid w:val="00330118"/>
    <w:rsid w:val="00331C60"/>
    <w:rsid w:val="00332780"/>
    <w:rsid w:val="003346E6"/>
    <w:rsid w:val="00335F41"/>
    <w:rsid w:val="003365FA"/>
    <w:rsid w:val="0033778F"/>
    <w:rsid w:val="00337D51"/>
    <w:rsid w:val="003404E2"/>
    <w:rsid w:val="00341E6B"/>
    <w:rsid w:val="00343932"/>
    <w:rsid w:val="00344163"/>
    <w:rsid w:val="003449EA"/>
    <w:rsid w:val="00345158"/>
    <w:rsid w:val="003455D3"/>
    <w:rsid w:val="003466A6"/>
    <w:rsid w:val="003470DE"/>
    <w:rsid w:val="003512F5"/>
    <w:rsid w:val="0035219F"/>
    <w:rsid w:val="00352403"/>
    <w:rsid w:val="00352D10"/>
    <w:rsid w:val="0035448F"/>
    <w:rsid w:val="00354A3A"/>
    <w:rsid w:val="00355C4A"/>
    <w:rsid w:val="00356452"/>
    <w:rsid w:val="0036045D"/>
    <w:rsid w:val="00362623"/>
    <w:rsid w:val="00364858"/>
    <w:rsid w:val="003656A2"/>
    <w:rsid w:val="003658FA"/>
    <w:rsid w:val="00365C76"/>
    <w:rsid w:val="003669A7"/>
    <w:rsid w:val="00371014"/>
    <w:rsid w:val="003710B6"/>
    <w:rsid w:val="0037131D"/>
    <w:rsid w:val="00372379"/>
    <w:rsid w:val="00372410"/>
    <w:rsid w:val="003728C3"/>
    <w:rsid w:val="00373BAB"/>
    <w:rsid w:val="003744B6"/>
    <w:rsid w:val="003752BB"/>
    <w:rsid w:val="00375424"/>
    <w:rsid w:val="00375A8A"/>
    <w:rsid w:val="0037659E"/>
    <w:rsid w:val="00376775"/>
    <w:rsid w:val="00377335"/>
    <w:rsid w:val="003775F6"/>
    <w:rsid w:val="00380E63"/>
    <w:rsid w:val="003811C9"/>
    <w:rsid w:val="003823AD"/>
    <w:rsid w:val="003826C6"/>
    <w:rsid w:val="00383D8C"/>
    <w:rsid w:val="00384351"/>
    <w:rsid w:val="0038474F"/>
    <w:rsid w:val="003866B5"/>
    <w:rsid w:val="00386A8B"/>
    <w:rsid w:val="003870BA"/>
    <w:rsid w:val="003872B5"/>
    <w:rsid w:val="00387C08"/>
    <w:rsid w:val="00387E8C"/>
    <w:rsid w:val="00390F67"/>
    <w:rsid w:val="00394B2D"/>
    <w:rsid w:val="00395639"/>
    <w:rsid w:val="003973C3"/>
    <w:rsid w:val="00397E91"/>
    <w:rsid w:val="003A05F3"/>
    <w:rsid w:val="003A190A"/>
    <w:rsid w:val="003A230A"/>
    <w:rsid w:val="003A309E"/>
    <w:rsid w:val="003A35E6"/>
    <w:rsid w:val="003A410D"/>
    <w:rsid w:val="003A4903"/>
    <w:rsid w:val="003B048E"/>
    <w:rsid w:val="003B1339"/>
    <w:rsid w:val="003B1FEF"/>
    <w:rsid w:val="003B25B7"/>
    <w:rsid w:val="003B2F36"/>
    <w:rsid w:val="003B3B1B"/>
    <w:rsid w:val="003B5A8A"/>
    <w:rsid w:val="003B6509"/>
    <w:rsid w:val="003B6514"/>
    <w:rsid w:val="003B7695"/>
    <w:rsid w:val="003B7D48"/>
    <w:rsid w:val="003B7FAF"/>
    <w:rsid w:val="003C09B6"/>
    <w:rsid w:val="003C0C09"/>
    <w:rsid w:val="003C0C91"/>
    <w:rsid w:val="003C1007"/>
    <w:rsid w:val="003C36C4"/>
    <w:rsid w:val="003C3DAD"/>
    <w:rsid w:val="003C3E54"/>
    <w:rsid w:val="003C45FF"/>
    <w:rsid w:val="003C4E99"/>
    <w:rsid w:val="003C544C"/>
    <w:rsid w:val="003C5A9E"/>
    <w:rsid w:val="003C6AD7"/>
    <w:rsid w:val="003C6DAE"/>
    <w:rsid w:val="003C6F53"/>
    <w:rsid w:val="003D0CD4"/>
    <w:rsid w:val="003D141F"/>
    <w:rsid w:val="003D238B"/>
    <w:rsid w:val="003D2AFA"/>
    <w:rsid w:val="003D6B97"/>
    <w:rsid w:val="003E1CC0"/>
    <w:rsid w:val="003E23E1"/>
    <w:rsid w:val="003F0009"/>
    <w:rsid w:val="003F3848"/>
    <w:rsid w:val="003F4780"/>
    <w:rsid w:val="003F4814"/>
    <w:rsid w:val="003F54E3"/>
    <w:rsid w:val="003F670F"/>
    <w:rsid w:val="003F6A4C"/>
    <w:rsid w:val="003F6C57"/>
    <w:rsid w:val="0040089D"/>
    <w:rsid w:val="00401B08"/>
    <w:rsid w:val="00402E37"/>
    <w:rsid w:val="0040388D"/>
    <w:rsid w:val="00403C58"/>
    <w:rsid w:val="00403FE5"/>
    <w:rsid w:val="004040D6"/>
    <w:rsid w:val="004078F1"/>
    <w:rsid w:val="00407CA6"/>
    <w:rsid w:val="00410F88"/>
    <w:rsid w:val="00411ABA"/>
    <w:rsid w:val="004122BF"/>
    <w:rsid w:val="00412D37"/>
    <w:rsid w:val="00413416"/>
    <w:rsid w:val="00413B33"/>
    <w:rsid w:val="004164DC"/>
    <w:rsid w:val="00417D42"/>
    <w:rsid w:val="004207A2"/>
    <w:rsid w:val="00420809"/>
    <w:rsid w:val="0042138C"/>
    <w:rsid w:val="0042212B"/>
    <w:rsid w:val="004222CD"/>
    <w:rsid w:val="00422560"/>
    <w:rsid w:val="00423207"/>
    <w:rsid w:val="00424A37"/>
    <w:rsid w:val="00424D4C"/>
    <w:rsid w:val="00425310"/>
    <w:rsid w:val="00425833"/>
    <w:rsid w:val="00425921"/>
    <w:rsid w:val="00427B82"/>
    <w:rsid w:val="00430C64"/>
    <w:rsid w:val="0043125D"/>
    <w:rsid w:val="004317EB"/>
    <w:rsid w:val="004321BF"/>
    <w:rsid w:val="004323ED"/>
    <w:rsid w:val="00433C21"/>
    <w:rsid w:val="00434EA2"/>
    <w:rsid w:val="00435A0A"/>
    <w:rsid w:val="00435C5F"/>
    <w:rsid w:val="00435E02"/>
    <w:rsid w:val="00437272"/>
    <w:rsid w:val="00437533"/>
    <w:rsid w:val="00440327"/>
    <w:rsid w:val="00441042"/>
    <w:rsid w:val="00441718"/>
    <w:rsid w:val="00442214"/>
    <w:rsid w:val="00442F87"/>
    <w:rsid w:val="00444F5B"/>
    <w:rsid w:val="004460AC"/>
    <w:rsid w:val="0044657E"/>
    <w:rsid w:val="00447D26"/>
    <w:rsid w:val="00450493"/>
    <w:rsid w:val="00450F9F"/>
    <w:rsid w:val="00451601"/>
    <w:rsid w:val="00451EFA"/>
    <w:rsid w:val="0045292E"/>
    <w:rsid w:val="00454DB6"/>
    <w:rsid w:val="00457301"/>
    <w:rsid w:val="00457834"/>
    <w:rsid w:val="00457AAF"/>
    <w:rsid w:val="00460244"/>
    <w:rsid w:val="00461294"/>
    <w:rsid w:val="00461656"/>
    <w:rsid w:val="00464625"/>
    <w:rsid w:val="004673D9"/>
    <w:rsid w:val="00467598"/>
    <w:rsid w:val="00470C25"/>
    <w:rsid w:val="0047146D"/>
    <w:rsid w:val="0047156E"/>
    <w:rsid w:val="004715AD"/>
    <w:rsid w:val="004724B4"/>
    <w:rsid w:val="004733C1"/>
    <w:rsid w:val="00473C48"/>
    <w:rsid w:val="00473E8A"/>
    <w:rsid w:val="00474BD3"/>
    <w:rsid w:val="004778AE"/>
    <w:rsid w:val="00477C06"/>
    <w:rsid w:val="00480052"/>
    <w:rsid w:val="00480570"/>
    <w:rsid w:val="0048210C"/>
    <w:rsid w:val="004823BD"/>
    <w:rsid w:val="00482B55"/>
    <w:rsid w:val="00483827"/>
    <w:rsid w:val="0048560C"/>
    <w:rsid w:val="00485CFD"/>
    <w:rsid w:val="00492743"/>
    <w:rsid w:val="00492DFB"/>
    <w:rsid w:val="00495423"/>
    <w:rsid w:val="00496C5E"/>
    <w:rsid w:val="00496DE1"/>
    <w:rsid w:val="00496EE9"/>
    <w:rsid w:val="004A05AB"/>
    <w:rsid w:val="004A1AEF"/>
    <w:rsid w:val="004A2CFE"/>
    <w:rsid w:val="004A2EDE"/>
    <w:rsid w:val="004A3AA6"/>
    <w:rsid w:val="004A40FC"/>
    <w:rsid w:val="004A4603"/>
    <w:rsid w:val="004A482A"/>
    <w:rsid w:val="004A49B0"/>
    <w:rsid w:val="004A62C9"/>
    <w:rsid w:val="004A6651"/>
    <w:rsid w:val="004B06A7"/>
    <w:rsid w:val="004B0B94"/>
    <w:rsid w:val="004B2D0F"/>
    <w:rsid w:val="004B47F9"/>
    <w:rsid w:val="004C0E1A"/>
    <w:rsid w:val="004C0F5F"/>
    <w:rsid w:val="004C1069"/>
    <w:rsid w:val="004C18E7"/>
    <w:rsid w:val="004C1E7A"/>
    <w:rsid w:val="004C322F"/>
    <w:rsid w:val="004C4A94"/>
    <w:rsid w:val="004C5B10"/>
    <w:rsid w:val="004C5E16"/>
    <w:rsid w:val="004C629A"/>
    <w:rsid w:val="004C70D2"/>
    <w:rsid w:val="004D1DBA"/>
    <w:rsid w:val="004D1EA4"/>
    <w:rsid w:val="004D4C8B"/>
    <w:rsid w:val="004D65FB"/>
    <w:rsid w:val="004D6CA9"/>
    <w:rsid w:val="004D6F3C"/>
    <w:rsid w:val="004D76E4"/>
    <w:rsid w:val="004D7EB7"/>
    <w:rsid w:val="004E1F54"/>
    <w:rsid w:val="004E242F"/>
    <w:rsid w:val="004E338A"/>
    <w:rsid w:val="004E46A5"/>
    <w:rsid w:val="004E4EE4"/>
    <w:rsid w:val="004E58A1"/>
    <w:rsid w:val="004E5FBC"/>
    <w:rsid w:val="004E7305"/>
    <w:rsid w:val="004F0C96"/>
    <w:rsid w:val="004F26C2"/>
    <w:rsid w:val="004F35A1"/>
    <w:rsid w:val="004F4A3F"/>
    <w:rsid w:val="004F567C"/>
    <w:rsid w:val="004F5724"/>
    <w:rsid w:val="004F7B9F"/>
    <w:rsid w:val="004F7D2D"/>
    <w:rsid w:val="004F7D91"/>
    <w:rsid w:val="00504148"/>
    <w:rsid w:val="0050440A"/>
    <w:rsid w:val="005057BD"/>
    <w:rsid w:val="00505B78"/>
    <w:rsid w:val="0050783C"/>
    <w:rsid w:val="00510CEC"/>
    <w:rsid w:val="00510D34"/>
    <w:rsid w:val="00510DA2"/>
    <w:rsid w:val="00511316"/>
    <w:rsid w:val="005117C7"/>
    <w:rsid w:val="00512D73"/>
    <w:rsid w:val="00512DF3"/>
    <w:rsid w:val="005141A9"/>
    <w:rsid w:val="00514C69"/>
    <w:rsid w:val="0051559A"/>
    <w:rsid w:val="00515860"/>
    <w:rsid w:val="0051605F"/>
    <w:rsid w:val="00516D8B"/>
    <w:rsid w:val="005222EF"/>
    <w:rsid w:val="0052291D"/>
    <w:rsid w:val="00522B5F"/>
    <w:rsid w:val="0052536A"/>
    <w:rsid w:val="005270D9"/>
    <w:rsid w:val="005314DC"/>
    <w:rsid w:val="00532674"/>
    <w:rsid w:val="005343A5"/>
    <w:rsid w:val="005343B2"/>
    <w:rsid w:val="0053498E"/>
    <w:rsid w:val="00534A47"/>
    <w:rsid w:val="0053572F"/>
    <w:rsid w:val="00536F1E"/>
    <w:rsid w:val="00540535"/>
    <w:rsid w:val="00540ABD"/>
    <w:rsid w:val="00541AEE"/>
    <w:rsid w:val="00543050"/>
    <w:rsid w:val="00543126"/>
    <w:rsid w:val="00543294"/>
    <w:rsid w:val="005439FC"/>
    <w:rsid w:val="0054507B"/>
    <w:rsid w:val="00545362"/>
    <w:rsid w:val="00545F0F"/>
    <w:rsid w:val="005470B7"/>
    <w:rsid w:val="005513FA"/>
    <w:rsid w:val="00552C57"/>
    <w:rsid w:val="005532E6"/>
    <w:rsid w:val="005535BF"/>
    <w:rsid w:val="00554DDF"/>
    <w:rsid w:val="00556B09"/>
    <w:rsid w:val="00556E11"/>
    <w:rsid w:val="005605B5"/>
    <w:rsid w:val="00560609"/>
    <w:rsid w:val="00560E04"/>
    <w:rsid w:val="00562957"/>
    <w:rsid w:val="00562FEF"/>
    <w:rsid w:val="00563754"/>
    <w:rsid w:val="00563E13"/>
    <w:rsid w:val="00564EC3"/>
    <w:rsid w:val="005655D0"/>
    <w:rsid w:val="005657B2"/>
    <w:rsid w:val="00565F72"/>
    <w:rsid w:val="00566B07"/>
    <w:rsid w:val="00566EDB"/>
    <w:rsid w:val="005671DE"/>
    <w:rsid w:val="0056776E"/>
    <w:rsid w:val="00567910"/>
    <w:rsid w:val="00571038"/>
    <w:rsid w:val="00572976"/>
    <w:rsid w:val="00575433"/>
    <w:rsid w:val="00576650"/>
    <w:rsid w:val="00576B05"/>
    <w:rsid w:val="00580518"/>
    <w:rsid w:val="00581BB9"/>
    <w:rsid w:val="0058238A"/>
    <w:rsid w:val="005826EE"/>
    <w:rsid w:val="005854B8"/>
    <w:rsid w:val="00590EE5"/>
    <w:rsid w:val="00591CF8"/>
    <w:rsid w:val="00592E26"/>
    <w:rsid w:val="005947EB"/>
    <w:rsid w:val="005974E9"/>
    <w:rsid w:val="005A000B"/>
    <w:rsid w:val="005A03F5"/>
    <w:rsid w:val="005A08FB"/>
    <w:rsid w:val="005A1CBE"/>
    <w:rsid w:val="005A1D62"/>
    <w:rsid w:val="005A1ED8"/>
    <w:rsid w:val="005A37BC"/>
    <w:rsid w:val="005A5AE6"/>
    <w:rsid w:val="005A5D9F"/>
    <w:rsid w:val="005A60B4"/>
    <w:rsid w:val="005B0B70"/>
    <w:rsid w:val="005B0FF6"/>
    <w:rsid w:val="005B22B1"/>
    <w:rsid w:val="005B2308"/>
    <w:rsid w:val="005B2540"/>
    <w:rsid w:val="005B3A2B"/>
    <w:rsid w:val="005B4290"/>
    <w:rsid w:val="005B43DE"/>
    <w:rsid w:val="005B4CE0"/>
    <w:rsid w:val="005B5242"/>
    <w:rsid w:val="005B5767"/>
    <w:rsid w:val="005B5CEF"/>
    <w:rsid w:val="005B6CDC"/>
    <w:rsid w:val="005C0F88"/>
    <w:rsid w:val="005C1ADA"/>
    <w:rsid w:val="005C2B79"/>
    <w:rsid w:val="005C2EA3"/>
    <w:rsid w:val="005C50B0"/>
    <w:rsid w:val="005C5496"/>
    <w:rsid w:val="005C5D0A"/>
    <w:rsid w:val="005C6F2B"/>
    <w:rsid w:val="005C7E8A"/>
    <w:rsid w:val="005C7F65"/>
    <w:rsid w:val="005D0FF9"/>
    <w:rsid w:val="005D1D88"/>
    <w:rsid w:val="005D2775"/>
    <w:rsid w:val="005D30DD"/>
    <w:rsid w:val="005D325E"/>
    <w:rsid w:val="005D32D8"/>
    <w:rsid w:val="005D390C"/>
    <w:rsid w:val="005D3B26"/>
    <w:rsid w:val="005D4763"/>
    <w:rsid w:val="005D5E23"/>
    <w:rsid w:val="005D67A6"/>
    <w:rsid w:val="005D6B4D"/>
    <w:rsid w:val="005E02D8"/>
    <w:rsid w:val="005E10A2"/>
    <w:rsid w:val="005E1323"/>
    <w:rsid w:val="005E1DEA"/>
    <w:rsid w:val="005E2889"/>
    <w:rsid w:val="005E3160"/>
    <w:rsid w:val="005E43C9"/>
    <w:rsid w:val="005E592A"/>
    <w:rsid w:val="005F22F4"/>
    <w:rsid w:val="005F27DA"/>
    <w:rsid w:val="005F29EA"/>
    <w:rsid w:val="005F3604"/>
    <w:rsid w:val="005F36BC"/>
    <w:rsid w:val="005F3C46"/>
    <w:rsid w:val="005F3D77"/>
    <w:rsid w:val="005F5816"/>
    <w:rsid w:val="005F6CD2"/>
    <w:rsid w:val="005F6F6B"/>
    <w:rsid w:val="006002BA"/>
    <w:rsid w:val="00601187"/>
    <w:rsid w:val="00601913"/>
    <w:rsid w:val="00603FFA"/>
    <w:rsid w:val="00604320"/>
    <w:rsid w:val="00604452"/>
    <w:rsid w:val="00604783"/>
    <w:rsid w:val="00606E97"/>
    <w:rsid w:val="006134E6"/>
    <w:rsid w:val="006162F7"/>
    <w:rsid w:val="00617B6E"/>
    <w:rsid w:val="00623A0C"/>
    <w:rsid w:val="006258A6"/>
    <w:rsid w:val="00625AB4"/>
    <w:rsid w:val="00625E8C"/>
    <w:rsid w:val="006266C7"/>
    <w:rsid w:val="00626A70"/>
    <w:rsid w:val="00627631"/>
    <w:rsid w:val="00630013"/>
    <w:rsid w:val="006317AE"/>
    <w:rsid w:val="00632970"/>
    <w:rsid w:val="00634270"/>
    <w:rsid w:val="006350B3"/>
    <w:rsid w:val="0063582E"/>
    <w:rsid w:val="00636BD0"/>
    <w:rsid w:val="00637F90"/>
    <w:rsid w:val="00640732"/>
    <w:rsid w:val="006410E9"/>
    <w:rsid w:val="00641E26"/>
    <w:rsid w:val="0064409F"/>
    <w:rsid w:val="006448D2"/>
    <w:rsid w:val="00644A96"/>
    <w:rsid w:val="006450D3"/>
    <w:rsid w:val="00645404"/>
    <w:rsid w:val="006552B8"/>
    <w:rsid w:val="00657D17"/>
    <w:rsid w:val="00657FDC"/>
    <w:rsid w:val="0066047F"/>
    <w:rsid w:val="0066206C"/>
    <w:rsid w:val="00664595"/>
    <w:rsid w:val="00670B88"/>
    <w:rsid w:val="006726D1"/>
    <w:rsid w:val="00672FFD"/>
    <w:rsid w:val="006734E7"/>
    <w:rsid w:val="006734F6"/>
    <w:rsid w:val="0067532F"/>
    <w:rsid w:val="006753B5"/>
    <w:rsid w:val="006766E9"/>
    <w:rsid w:val="0068202E"/>
    <w:rsid w:val="00684D04"/>
    <w:rsid w:val="006869F7"/>
    <w:rsid w:val="00686E13"/>
    <w:rsid w:val="0068750C"/>
    <w:rsid w:val="00687B65"/>
    <w:rsid w:val="006915DC"/>
    <w:rsid w:val="006923F3"/>
    <w:rsid w:val="00696B6D"/>
    <w:rsid w:val="006A0BDA"/>
    <w:rsid w:val="006A22C7"/>
    <w:rsid w:val="006A23EF"/>
    <w:rsid w:val="006A2730"/>
    <w:rsid w:val="006A318D"/>
    <w:rsid w:val="006A4C0D"/>
    <w:rsid w:val="006A5098"/>
    <w:rsid w:val="006A5F27"/>
    <w:rsid w:val="006B03F8"/>
    <w:rsid w:val="006B09C3"/>
    <w:rsid w:val="006B160B"/>
    <w:rsid w:val="006B1A6B"/>
    <w:rsid w:val="006B22F5"/>
    <w:rsid w:val="006B44CE"/>
    <w:rsid w:val="006B49D1"/>
    <w:rsid w:val="006B657F"/>
    <w:rsid w:val="006B724D"/>
    <w:rsid w:val="006B7538"/>
    <w:rsid w:val="006C0D72"/>
    <w:rsid w:val="006C1369"/>
    <w:rsid w:val="006C3C3B"/>
    <w:rsid w:val="006C46BA"/>
    <w:rsid w:val="006C6CE8"/>
    <w:rsid w:val="006C7486"/>
    <w:rsid w:val="006C7FB8"/>
    <w:rsid w:val="006D00F7"/>
    <w:rsid w:val="006D140B"/>
    <w:rsid w:val="006D208A"/>
    <w:rsid w:val="006D2C00"/>
    <w:rsid w:val="006D4FC3"/>
    <w:rsid w:val="006D5A7B"/>
    <w:rsid w:val="006E005B"/>
    <w:rsid w:val="006E26FA"/>
    <w:rsid w:val="006E276B"/>
    <w:rsid w:val="006E2E82"/>
    <w:rsid w:val="006E3327"/>
    <w:rsid w:val="006E442D"/>
    <w:rsid w:val="006E4508"/>
    <w:rsid w:val="006E5846"/>
    <w:rsid w:val="006E738F"/>
    <w:rsid w:val="006E789B"/>
    <w:rsid w:val="006F0297"/>
    <w:rsid w:val="006F1FC7"/>
    <w:rsid w:val="006F20B5"/>
    <w:rsid w:val="006F233B"/>
    <w:rsid w:val="006F2EBC"/>
    <w:rsid w:val="006F461F"/>
    <w:rsid w:val="006F4F07"/>
    <w:rsid w:val="006F649B"/>
    <w:rsid w:val="006F64AE"/>
    <w:rsid w:val="006F7223"/>
    <w:rsid w:val="0070063A"/>
    <w:rsid w:val="00701796"/>
    <w:rsid w:val="0070179F"/>
    <w:rsid w:val="00702EB7"/>
    <w:rsid w:val="00706B9C"/>
    <w:rsid w:val="00707B1B"/>
    <w:rsid w:val="00710F9A"/>
    <w:rsid w:val="00710F9E"/>
    <w:rsid w:val="00711095"/>
    <w:rsid w:val="00711425"/>
    <w:rsid w:val="007118E6"/>
    <w:rsid w:val="0071321A"/>
    <w:rsid w:val="007144FF"/>
    <w:rsid w:val="0071469F"/>
    <w:rsid w:val="00714ADF"/>
    <w:rsid w:val="007156BB"/>
    <w:rsid w:val="00715CC3"/>
    <w:rsid w:val="00717BEC"/>
    <w:rsid w:val="007202BC"/>
    <w:rsid w:val="007207A5"/>
    <w:rsid w:val="00721A87"/>
    <w:rsid w:val="007227DD"/>
    <w:rsid w:val="007236F5"/>
    <w:rsid w:val="00723BC2"/>
    <w:rsid w:val="0072412C"/>
    <w:rsid w:val="0072464D"/>
    <w:rsid w:val="007252AE"/>
    <w:rsid w:val="00725946"/>
    <w:rsid w:val="0072681B"/>
    <w:rsid w:val="00726EC0"/>
    <w:rsid w:val="00727A1C"/>
    <w:rsid w:val="00730364"/>
    <w:rsid w:val="007313F1"/>
    <w:rsid w:val="00732A13"/>
    <w:rsid w:val="00732CCF"/>
    <w:rsid w:val="00733F90"/>
    <w:rsid w:val="0073424C"/>
    <w:rsid w:val="0073462B"/>
    <w:rsid w:val="0074072D"/>
    <w:rsid w:val="00740766"/>
    <w:rsid w:val="00740F72"/>
    <w:rsid w:val="00742881"/>
    <w:rsid w:val="00743C74"/>
    <w:rsid w:val="007475A9"/>
    <w:rsid w:val="0074789D"/>
    <w:rsid w:val="00750B90"/>
    <w:rsid w:val="00750FF7"/>
    <w:rsid w:val="0075138C"/>
    <w:rsid w:val="007533AC"/>
    <w:rsid w:val="00754147"/>
    <w:rsid w:val="007546B3"/>
    <w:rsid w:val="00755E1B"/>
    <w:rsid w:val="00757D44"/>
    <w:rsid w:val="0076038F"/>
    <w:rsid w:val="00760507"/>
    <w:rsid w:val="00761A80"/>
    <w:rsid w:val="0076395B"/>
    <w:rsid w:val="00763C10"/>
    <w:rsid w:val="0076579D"/>
    <w:rsid w:val="00765AC3"/>
    <w:rsid w:val="00765EB6"/>
    <w:rsid w:val="00766CF6"/>
    <w:rsid w:val="00767881"/>
    <w:rsid w:val="0077252C"/>
    <w:rsid w:val="00775670"/>
    <w:rsid w:val="007775D7"/>
    <w:rsid w:val="007778C8"/>
    <w:rsid w:val="007802FA"/>
    <w:rsid w:val="00781079"/>
    <w:rsid w:val="0078117D"/>
    <w:rsid w:val="00783267"/>
    <w:rsid w:val="00783927"/>
    <w:rsid w:val="00786508"/>
    <w:rsid w:val="00786D55"/>
    <w:rsid w:val="00786EA0"/>
    <w:rsid w:val="00787AB5"/>
    <w:rsid w:val="00787F1F"/>
    <w:rsid w:val="0079220C"/>
    <w:rsid w:val="00794B28"/>
    <w:rsid w:val="00794D46"/>
    <w:rsid w:val="007958AF"/>
    <w:rsid w:val="00796842"/>
    <w:rsid w:val="00796FAB"/>
    <w:rsid w:val="00797051"/>
    <w:rsid w:val="007A48CC"/>
    <w:rsid w:val="007A52F5"/>
    <w:rsid w:val="007A5DB1"/>
    <w:rsid w:val="007B0DB6"/>
    <w:rsid w:val="007B17D3"/>
    <w:rsid w:val="007B235C"/>
    <w:rsid w:val="007B2364"/>
    <w:rsid w:val="007B38CB"/>
    <w:rsid w:val="007B397F"/>
    <w:rsid w:val="007B7250"/>
    <w:rsid w:val="007B7F6F"/>
    <w:rsid w:val="007C1F0A"/>
    <w:rsid w:val="007C4FEA"/>
    <w:rsid w:val="007C57E6"/>
    <w:rsid w:val="007C602F"/>
    <w:rsid w:val="007C6B78"/>
    <w:rsid w:val="007C7543"/>
    <w:rsid w:val="007D07E4"/>
    <w:rsid w:val="007D1A77"/>
    <w:rsid w:val="007D61D3"/>
    <w:rsid w:val="007D6D0C"/>
    <w:rsid w:val="007E049B"/>
    <w:rsid w:val="007E162F"/>
    <w:rsid w:val="007E196F"/>
    <w:rsid w:val="007E1B77"/>
    <w:rsid w:val="007E1C61"/>
    <w:rsid w:val="007E20C7"/>
    <w:rsid w:val="007E331B"/>
    <w:rsid w:val="007E3BB3"/>
    <w:rsid w:val="007E4892"/>
    <w:rsid w:val="007E4A48"/>
    <w:rsid w:val="007E5347"/>
    <w:rsid w:val="007E6053"/>
    <w:rsid w:val="007E63A8"/>
    <w:rsid w:val="007E6613"/>
    <w:rsid w:val="007E76D1"/>
    <w:rsid w:val="007F0231"/>
    <w:rsid w:val="007F165C"/>
    <w:rsid w:val="007F48F8"/>
    <w:rsid w:val="007F51DF"/>
    <w:rsid w:val="007F5756"/>
    <w:rsid w:val="007F5E59"/>
    <w:rsid w:val="007F7454"/>
    <w:rsid w:val="007F74FA"/>
    <w:rsid w:val="008010FE"/>
    <w:rsid w:val="00804BE0"/>
    <w:rsid w:val="008056A1"/>
    <w:rsid w:val="008078C5"/>
    <w:rsid w:val="00807C5E"/>
    <w:rsid w:val="008103DD"/>
    <w:rsid w:val="00812246"/>
    <w:rsid w:val="008128C5"/>
    <w:rsid w:val="00813F3A"/>
    <w:rsid w:val="00814273"/>
    <w:rsid w:val="0081513D"/>
    <w:rsid w:val="00816F6A"/>
    <w:rsid w:val="0081717F"/>
    <w:rsid w:val="0081779E"/>
    <w:rsid w:val="00817E51"/>
    <w:rsid w:val="00822476"/>
    <w:rsid w:val="00823B6E"/>
    <w:rsid w:val="0082478E"/>
    <w:rsid w:val="008269F8"/>
    <w:rsid w:val="00827624"/>
    <w:rsid w:val="00830072"/>
    <w:rsid w:val="00830737"/>
    <w:rsid w:val="0083076F"/>
    <w:rsid w:val="00834DBC"/>
    <w:rsid w:val="0083582C"/>
    <w:rsid w:val="008379A1"/>
    <w:rsid w:val="00841115"/>
    <w:rsid w:val="008416B5"/>
    <w:rsid w:val="00841B13"/>
    <w:rsid w:val="00841E47"/>
    <w:rsid w:val="0084229E"/>
    <w:rsid w:val="00842377"/>
    <w:rsid w:val="00842A54"/>
    <w:rsid w:val="00843B78"/>
    <w:rsid w:val="00844B88"/>
    <w:rsid w:val="008455CA"/>
    <w:rsid w:val="008463E3"/>
    <w:rsid w:val="008507A7"/>
    <w:rsid w:val="008519A6"/>
    <w:rsid w:val="00851CDE"/>
    <w:rsid w:val="00851EDA"/>
    <w:rsid w:val="008528FC"/>
    <w:rsid w:val="008529B7"/>
    <w:rsid w:val="00853C75"/>
    <w:rsid w:val="0085570B"/>
    <w:rsid w:val="00856AFD"/>
    <w:rsid w:val="00856C4E"/>
    <w:rsid w:val="0085778D"/>
    <w:rsid w:val="00857BCD"/>
    <w:rsid w:val="00857D60"/>
    <w:rsid w:val="00861134"/>
    <w:rsid w:val="008625E6"/>
    <w:rsid w:val="00862DF8"/>
    <w:rsid w:val="008647A1"/>
    <w:rsid w:val="00864C48"/>
    <w:rsid w:val="0086557A"/>
    <w:rsid w:val="0086685F"/>
    <w:rsid w:val="008674E4"/>
    <w:rsid w:val="00867BCA"/>
    <w:rsid w:val="00870169"/>
    <w:rsid w:val="0087190E"/>
    <w:rsid w:val="00871CE7"/>
    <w:rsid w:val="008727B3"/>
    <w:rsid w:val="008757CD"/>
    <w:rsid w:val="00875BFC"/>
    <w:rsid w:val="00875F03"/>
    <w:rsid w:val="00876DE7"/>
    <w:rsid w:val="00877B8F"/>
    <w:rsid w:val="00880AD0"/>
    <w:rsid w:val="00880B4A"/>
    <w:rsid w:val="00880D88"/>
    <w:rsid w:val="008812E5"/>
    <w:rsid w:val="00883765"/>
    <w:rsid w:val="008839CD"/>
    <w:rsid w:val="008841B3"/>
    <w:rsid w:val="008850DA"/>
    <w:rsid w:val="008858FA"/>
    <w:rsid w:val="008866F4"/>
    <w:rsid w:val="0089093D"/>
    <w:rsid w:val="00892B1E"/>
    <w:rsid w:val="00893E93"/>
    <w:rsid w:val="00896882"/>
    <w:rsid w:val="00896D1C"/>
    <w:rsid w:val="00897745"/>
    <w:rsid w:val="00897E90"/>
    <w:rsid w:val="008A051E"/>
    <w:rsid w:val="008A0D4B"/>
    <w:rsid w:val="008A1202"/>
    <w:rsid w:val="008A19B2"/>
    <w:rsid w:val="008A25DE"/>
    <w:rsid w:val="008A3A36"/>
    <w:rsid w:val="008A3AF1"/>
    <w:rsid w:val="008A40BB"/>
    <w:rsid w:val="008A415B"/>
    <w:rsid w:val="008A4665"/>
    <w:rsid w:val="008A5B57"/>
    <w:rsid w:val="008A617F"/>
    <w:rsid w:val="008B2E8B"/>
    <w:rsid w:val="008B3477"/>
    <w:rsid w:val="008B421B"/>
    <w:rsid w:val="008B6359"/>
    <w:rsid w:val="008B6E50"/>
    <w:rsid w:val="008C02F9"/>
    <w:rsid w:val="008C090F"/>
    <w:rsid w:val="008C0E7C"/>
    <w:rsid w:val="008C1CE8"/>
    <w:rsid w:val="008C30BF"/>
    <w:rsid w:val="008C4184"/>
    <w:rsid w:val="008C4DE9"/>
    <w:rsid w:val="008C5B3F"/>
    <w:rsid w:val="008C6516"/>
    <w:rsid w:val="008C6725"/>
    <w:rsid w:val="008C6A6B"/>
    <w:rsid w:val="008C6ED4"/>
    <w:rsid w:val="008C7122"/>
    <w:rsid w:val="008C7C74"/>
    <w:rsid w:val="008D0BAD"/>
    <w:rsid w:val="008D0E23"/>
    <w:rsid w:val="008D1F6C"/>
    <w:rsid w:val="008D284C"/>
    <w:rsid w:val="008D29D9"/>
    <w:rsid w:val="008D34B4"/>
    <w:rsid w:val="008D354A"/>
    <w:rsid w:val="008D3E9E"/>
    <w:rsid w:val="008D457E"/>
    <w:rsid w:val="008D4799"/>
    <w:rsid w:val="008D5107"/>
    <w:rsid w:val="008D5B1E"/>
    <w:rsid w:val="008D5E45"/>
    <w:rsid w:val="008D6236"/>
    <w:rsid w:val="008D7A79"/>
    <w:rsid w:val="008D7DE1"/>
    <w:rsid w:val="008E020F"/>
    <w:rsid w:val="008E0B99"/>
    <w:rsid w:val="008E0C8D"/>
    <w:rsid w:val="008E2754"/>
    <w:rsid w:val="008E3701"/>
    <w:rsid w:val="008E43C3"/>
    <w:rsid w:val="008E4B82"/>
    <w:rsid w:val="008E5EF3"/>
    <w:rsid w:val="008E629E"/>
    <w:rsid w:val="008E7F83"/>
    <w:rsid w:val="008F1055"/>
    <w:rsid w:val="008F3E5D"/>
    <w:rsid w:val="008F3FFE"/>
    <w:rsid w:val="008F4786"/>
    <w:rsid w:val="008F485D"/>
    <w:rsid w:val="008F67F0"/>
    <w:rsid w:val="008F6CBA"/>
    <w:rsid w:val="008F7122"/>
    <w:rsid w:val="00900B51"/>
    <w:rsid w:val="00900EA4"/>
    <w:rsid w:val="00901713"/>
    <w:rsid w:val="00901F86"/>
    <w:rsid w:val="00904E75"/>
    <w:rsid w:val="009051D6"/>
    <w:rsid w:val="00905B46"/>
    <w:rsid w:val="00906B34"/>
    <w:rsid w:val="0090768E"/>
    <w:rsid w:val="009118E0"/>
    <w:rsid w:val="00913826"/>
    <w:rsid w:val="00913F26"/>
    <w:rsid w:val="00914092"/>
    <w:rsid w:val="0091451E"/>
    <w:rsid w:val="00917DB9"/>
    <w:rsid w:val="00923A86"/>
    <w:rsid w:val="00925491"/>
    <w:rsid w:val="009254AD"/>
    <w:rsid w:val="009259C0"/>
    <w:rsid w:val="00930373"/>
    <w:rsid w:val="0093089E"/>
    <w:rsid w:val="009314B7"/>
    <w:rsid w:val="00931D9A"/>
    <w:rsid w:val="009341BD"/>
    <w:rsid w:val="0093486F"/>
    <w:rsid w:val="00937391"/>
    <w:rsid w:val="00937D91"/>
    <w:rsid w:val="00940796"/>
    <w:rsid w:val="00942B4D"/>
    <w:rsid w:val="00942E93"/>
    <w:rsid w:val="0094627C"/>
    <w:rsid w:val="0094732D"/>
    <w:rsid w:val="00950EC2"/>
    <w:rsid w:val="00950EF5"/>
    <w:rsid w:val="009517D2"/>
    <w:rsid w:val="00952A4F"/>
    <w:rsid w:val="00952BB1"/>
    <w:rsid w:val="00953024"/>
    <w:rsid w:val="00953419"/>
    <w:rsid w:val="009536C9"/>
    <w:rsid w:val="009551C9"/>
    <w:rsid w:val="00955D29"/>
    <w:rsid w:val="0095690E"/>
    <w:rsid w:val="00956F97"/>
    <w:rsid w:val="00956FDD"/>
    <w:rsid w:val="00961FAC"/>
    <w:rsid w:val="00962B3E"/>
    <w:rsid w:val="00962C61"/>
    <w:rsid w:val="00962E33"/>
    <w:rsid w:val="009632BF"/>
    <w:rsid w:val="0096414E"/>
    <w:rsid w:val="009645C8"/>
    <w:rsid w:val="0096583C"/>
    <w:rsid w:val="00965A6F"/>
    <w:rsid w:val="0096678B"/>
    <w:rsid w:val="0097169F"/>
    <w:rsid w:val="0097182A"/>
    <w:rsid w:val="009729D7"/>
    <w:rsid w:val="00973AC1"/>
    <w:rsid w:val="00976702"/>
    <w:rsid w:val="009769CF"/>
    <w:rsid w:val="00977407"/>
    <w:rsid w:val="00980035"/>
    <w:rsid w:val="009800B4"/>
    <w:rsid w:val="0098125E"/>
    <w:rsid w:val="009814A3"/>
    <w:rsid w:val="00981555"/>
    <w:rsid w:val="009815BF"/>
    <w:rsid w:val="00981C30"/>
    <w:rsid w:val="00983690"/>
    <w:rsid w:val="00983E2D"/>
    <w:rsid w:val="00985F9C"/>
    <w:rsid w:val="00986510"/>
    <w:rsid w:val="00986857"/>
    <w:rsid w:val="0099125C"/>
    <w:rsid w:val="00991BBA"/>
    <w:rsid w:val="00992AF4"/>
    <w:rsid w:val="00992B42"/>
    <w:rsid w:val="0099392E"/>
    <w:rsid w:val="00994095"/>
    <w:rsid w:val="00994175"/>
    <w:rsid w:val="00994F24"/>
    <w:rsid w:val="009953E8"/>
    <w:rsid w:val="00996282"/>
    <w:rsid w:val="009964CF"/>
    <w:rsid w:val="0099747C"/>
    <w:rsid w:val="00997B83"/>
    <w:rsid w:val="00997CEA"/>
    <w:rsid w:val="009A0305"/>
    <w:rsid w:val="009A0A34"/>
    <w:rsid w:val="009A0F2C"/>
    <w:rsid w:val="009A387E"/>
    <w:rsid w:val="009A39DF"/>
    <w:rsid w:val="009A6CEE"/>
    <w:rsid w:val="009A7441"/>
    <w:rsid w:val="009B0481"/>
    <w:rsid w:val="009B0E05"/>
    <w:rsid w:val="009B1B40"/>
    <w:rsid w:val="009B20AA"/>
    <w:rsid w:val="009B363A"/>
    <w:rsid w:val="009B40B7"/>
    <w:rsid w:val="009B4411"/>
    <w:rsid w:val="009B4A66"/>
    <w:rsid w:val="009B4B3B"/>
    <w:rsid w:val="009B7610"/>
    <w:rsid w:val="009C2505"/>
    <w:rsid w:val="009C3EDB"/>
    <w:rsid w:val="009C5AF9"/>
    <w:rsid w:val="009C7453"/>
    <w:rsid w:val="009C7F9D"/>
    <w:rsid w:val="009D19BC"/>
    <w:rsid w:val="009D23F9"/>
    <w:rsid w:val="009D3336"/>
    <w:rsid w:val="009D478B"/>
    <w:rsid w:val="009D5BED"/>
    <w:rsid w:val="009D73CC"/>
    <w:rsid w:val="009E0838"/>
    <w:rsid w:val="009E0941"/>
    <w:rsid w:val="009E37EB"/>
    <w:rsid w:val="009E3983"/>
    <w:rsid w:val="009E45D2"/>
    <w:rsid w:val="009E483E"/>
    <w:rsid w:val="009E575E"/>
    <w:rsid w:val="009E584E"/>
    <w:rsid w:val="009E62BA"/>
    <w:rsid w:val="009E67B9"/>
    <w:rsid w:val="009E7DC7"/>
    <w:rsid w:val="009F0E0F"/>
    <w:rsid w:val="009F18F2"/>
    <w:rsid w:val="009F1A75"/>
    <w:rsid w:val="009F29C8"/>
    <w:rsid w:val="009F2B4E"/>
    <w:rsid w:val="009F3782"/>
    <w:rsid w:val="009F5EF7"/>
    <w:rsid w:val="009F6E7E"/>
    <w:rsid w:val="009F6E98"/>
    <w:rsid w:val="009F7BA4"/>
    <w:rsid w:val="00A01D00"/>
    <w:rsid w:val="00A0279C"/>
    <w:rsid w:val="00A02C45"/>
    <w:rsid w:val="00A04592"/>
    <w:rsid w:val="00A05435"/>
    <w:rsid w:val="00A068E5"/>
    <w:rsid w:val="00A06D45"/>
    <w:rsid w:val="00A1650D"/>
    <w:rsid w:val="00A17040"/>
    <w:rsid w:val="00A170A6"/>
    <w:rsid w:val="00A17330"/>
    <w:rsid w:val="00A1768B"/>
    <w:rsid w:val="00A177DA"/>
    <w:rsid w:val="00A17B89"/>
    <w:rsid w:val="00A20329"/>
    <w:rsid w:val="00A20D72"/>
    <w:rsid w:val="00A21836"/>
    <w:rsid w:val="00A23684"/>
    <w:rsid w:val="00A2428D"/>
    <w:rsid w:val="00A24431"/>
    <w:rsid w:val="00A244C0"/>
    <w:rsid w:val="00A24BBA"/>
    <w:rsid w:val="00A2504E"/>
    <w:rsid w:val="00A253FB"/>
    <w:rsid w:val="00A257AC"/>
    <w:rsid w:val="00A27470"/>
    <w:rsid w:val="00A2755C"/>
    <w:rsid w:val="00A30211"/>
    <w:rsid w:val="00A30386"/>
    <w:rsid w:val="00A30BAD"/>
    <w:rsid w:val="00A31594"/>
    <w:rsid w:val="00A335B7"/>
    <w:rsid w:val="00A344D8"/>
    <w:rsid w:val="00A34AEE"/>
    <w:rsid w:val="00A37156"/>
    <w:rsid w:val="00A405E7"/>
    <w:rsid w:val="00A40784"/>
    <w:rsid w:val="00A4163A"/>
    <w:rsid w:val="00A41F43"/>
    <w:rsid w:val="00A42ABD"/>
    <w:rsid w:val="00A44973"/>
    <w:rsid w:val="00A4580F"/>
    <w:rsid w:val="00A458EE"/>
    <w:rsid w:val="00A45C26"/>
    <w:rsid w:val="00A465EF"/>
    <w:rsid w:val="00A468F6"/>
    <w:rsid w:val="00A468FD"/>
    <w:rsid w:val="00A469AC"/>
    <w:rsid w:val="00A503CE"/>
    <w:rsid w:val="00A51325"/>
    <w:rsid w:val="00A55AAE"/>
    <w:rsid w:val="00A57A49"/>
    <w:rsid w:val="00A60650"/>
    <w:rsid w:val="00A615DA"/>
    <w:rsid w:val="00A62233"/>
    <w:rsid w:val="00A62912"/>
    <w:rsid w:val="00A634B3"/>
    <w:rsid w:val="00A6392B"/>
    <w:rsid w:val="00A63FA0"/>
    <w:rsid w:val="00A64404"/>
    <w:rsid w:val="00A65629"/>
    <w:rsid w:val="00A65775"/>
    <w:rsid w:val="00A665B3"/>
    <w:rsid w:val="00A66A03"/>
    <w:rsid w:val="00A66E57"/>
    <w:rsid w:val="00A66F36"/>
    <w:rsid w:val="00A67669"/>
    <w:rsid w:val="00A71B94"/>
    <w:rsid w:val="00A7267E"/>
    <w:rsid w:val="00A73734"/>
    <w:rsid w:val="00A73B0B"/>
    <w:rsid w:val="00A75F84"/>
    <w:rsid w:val="00A80A54"/>
    <w:rsid w:val="00A81CCE"/>
    <w:rsid w:val="00A81FF6"/>
    <w:rsid w:val="00A832F8"/>
    <w:rsid w:val="00A837B7"/>
    <w:rsid w:val="00A83BFD"/>
    <w:rsid w:val="00A8483C"/>
    <w:rsid w:val="00A85FAD"/>
    <w:rsid w:val="00A860D2"/>
    <w:rsid w:val="00A86E05"/>
    <w:rsid w:val="00A91F20"/>
    <w:rsid w:val="00A94560"/>
    <w:rsid w:val="00A9469A"/>
    <w:rsid w:val="00A95F76"/>
    <w:rsid w:val="00A9715F"/>
    <w:rsid w:val="00A97330"/>
    <w:rsid w:val="00A97D43"/>
    <w:rsid w:val="00AA0E5E"/>
    <w:rsid w:val="00AA2A8C"/>
    <w:rsid w:val="00AA4793"/>
    <w:rsid w:val="00AA4F57"/>
    <w:rsid w:val="00AA6647"/>
    <w:rsid w:val="00AA6F7A"/>
    <w:rsid w:val="00AA7B56"/>
    <w:rsid w:val="00AA7CE9"/>
    <w:rsid w:val="00AA7E5C"/>
    <w:rsid w:val="00AB061E"/>
    <w:rsid w:val="00AB0936"/>
    <w:rsid w:val="00AB18AA"/>
    <w:rsid w:val="00AB34EB"/>
    <w:rsid w:val="00AB3681"/>
    <w:rsid w:val="00AB3798"/>
    <w:rsid w:val="00AB5426"/>
    <w:rsid w:val="00AB6AD7"/>
    <w:rsid w:val="00AC1635"/>
    <w:rsid w:val="00AC1648"/>
    <w:rsid w:val="00AC2E3E"/>
    <w:rsid w:val="00AC54E9"/>
    <w:rsid w:val="00AC57AD"/>
    <w:rsid w:val="00AC6A50"/>
    <w:rsid w:val="00AC7873"/>
    <w:rsid w:val="00AD0F11"/>
    <w:rsid w:val="00AD1A9B"/>
    <w:rsid w:val="00AD381E"/>
    <w:rsid w:val="00AD606B"/>
    <w:rsid w:val="00AD623F"/>
    <w:rsid w:val="00AD73F8"/>
    <w:rsid w:val="00AD7A97"/>
    <w:rsid w:val="00AD7C53"/>
    <w:rsid w:val="00AE1EDE"/>
    <w:rsid w:val="00AE1EED"/>
    <w:rsid w:val="00AE2631"/>
    <w:rsid w:val="00AE3118"/>
    <w:rsid w:val="00AE4447"/>
    <w:rsid w:val="00AE5EEB"/>
    <w:rsid w:val="00AE68DB"/>
    <w:rsid w:val="00AE6B8D"/>
    <w:rsid w:val="00AF0884"/>
    <w:rsid w:val="00AF1129"/>
    <w:rsid w:val="00AF278C"/>
    <w:rsid w:val="00AF298E"/>
    <w:rsid w:val="00AF441A"/>
    <w:rsid w:val="00AF4C88"/>
    <w:rsid w:val="00AF533F"/>
    <w:rsid w:val="00AF5CF0"/>
    <w:rsid w:val="00AF66E3"/>
    <w:rsid w:val="00AF6F91"/>
    <w:rsid w:val="00B00433"/>
    <w:rsid w:val="00B00800"/>
    <w:rsid w:val="00B00869"/>
    <w:rsid w:val="00B00CD5"/>
    <w:rsid w:val="00B00CF5"/>
    <w:rsid w:val="00B0194F"/>
    <w:rsid w:val="00B021BB"/>
    <w:rsid w:val="00B02B4B"/>
    <w:rsid w:val="00B0341B"/>
    <w:rsid w:val="00B0353F"/>
    <w:rsid w:val="00B03A11"/>
    <w:rsid w:val="00B05614"/>
    <w:rsid w:val="00B057F6"/>
    <w:rsid w:val="00B071CA"/>
    <w:rsid w:val="00B072D0"/>
    <w:rsid w:val="00B124BB"/>
    <w:rsid w:val="00B12597"/>
    <w:rsid w:val="00B135CF"/>
    <w:rsid w:val="00B1398D"/>
    <w:rsid w:val="00B13B49"/>
    <w:rsid w:val="00B14C1D"/>
    <w:rsid w:val="00B160C8"/>
    <w:rsid w:val="00B1799C"/>
    <w:rsid w:val="00B17BE3"/>
    <w:rsid w:val="00B216B0"/>
    <w:rsid w:val="00B22F56"/>
    <w:rsid w:val="00B23374"/>
    <w:rsid w:val="00B240B4"/>
    <w:rsid w:val="00B24263"/>
    <w:rsid w:val="00B269AD"/>
    <w:rsid w:val="00B27F31"/>
    <w:rsid w:val="00B3035B"/>
    <w:rsid w:val="00B30BC0"/>
    <w:rsid w:val="00B31287"/>
    <w:rsid w:val="00B314E3"/>
    <w:rsid w:val="00B32255"/>
    <w:rsid w:val="00B34AF6"/>
    <w:rsid w:val="00B35905"/>
    <w:rsid w:val="00B3600A"/>
    <w:rsid w:val="00B371E7"/>
    <w:rsid w:val="00B373C4"/>
    <w:rsid w:val="00B3760B"/>
    <w:rsid w:val="00B40006"/>
    <w:rsid w:val="00B40797"/>
    <w:rsid w:val="00B40DDD"/>
    <w:rsid w:val="00B42F3E"/>
    <w:rsid w:val="00B43DD5"/>
    <w:rsid w:val="00B4411C"/>
    <w:rsid w:val="00B449AC"/>
    <w:rsid w:val="00B47429"/>
    <w:rsid w:val="00B47A15"/>
    <w:rsid w:val="00B47DB3"/>
    <w:rsid w:val="00B47E90"/>
    <w:rsid w:val="00B47EE1"/>
    <w:rsid w:val="00B509B6"/>
    <w:rsid w:val="00B52926"/>
    <w:rsid w:val="00B53B06"/>
    <w:rsid w:val="00B5463D"/>
    <w:rsid w:val="00B55BAD"/>
    <w:rsid w:val="00B56249"/>
    <w:rsid w:val="00B56EC0"/>
    <w:rsid w:val="00B5722E"/>
    <w:rsid w:val="00B57AF9"/>
    <w:rsid w:val="00B57C8D"/>
    <w:rsid w:val="00B6009C"/>
    <w:rsid w:val="00B60E36"/>
    <w:rsid w:val="00B613E2"/>
    <w:rsid w:val="00B633DC"/>
    <w:rsid w:val="00B64660"/>
    <w:rsid w:val="00B6647A"/>
    <w:rsid w:val="00B66810"/>
    <w:rsid w:val="00B675F1"/>
    <w:rsid w:val="00B6795B"/>
    <w:rsid w:val="00B707E5"/>
    <w:rsid w:val="00B71271"/>
    <w:rsid w:val="00B7160D"/>
    <w:rsid w:val="00B7353D"/>
    <w:rsid w:val="00B7471F"/>
    <w:rsid w:val="00B74734"/>
    <w:rsid w:val="00B747C0"/>
    <w:rsid w:val="00B75D33"/>
    <w:rsid w:val="00B7642B"/>
    <w:rsid w:val="00B80097"/>
    <w:rsid w:val="00B83028"/>
    <w:rsid w:val="00B832EF"/>
    <w:rsid w:val="00B87A5A"/>
    <w:rsid w:val="00B87DDF"/>
    <w:rsid w:val="00B9063E"/>
    <w:rsid w:val="00B933BC"/>
    <w:rsid w:val="00B93441"/>
    <w:rsid w:val="00B93E96"/>
    <w:rsid w:val="00B94BA8"/>
    <w:rsid w:val="00B9507E"/>
    <w:rsid w:val="00B95ED0"/>
    <w:rsid w:val="00B961F0"/>
    <w:rsid w:val="00B96684"/>
    <w:rsid w:val="00B968F2"/>
    <w:rsid w:val="00BA02D2"/>
    <w:rsid w:val="00BA061A"/>
    <w:rsid w:val="00BA2F04"/>
    <w:rsid w:val="00BA3D94"/>
    <w:rsid w:val="00BA68B8"/>
    <w:rsid w:val="00BA6CFB"/>
    <w:rsid w:val="00BB5A03"/>
    <w:rsid w:val="00BB5B28"/>
    <w:rsid w:val="00BB5F7A"/>
    <w:rsid w:val="00BB68AE"/>
    <w:rsid w:val="00BB69C4"/>
    <w:rsid w:val="00BC01E9"/>
    <w:rsid w:val="00BC0624"/>
    <w:rsid w:val="00BC07DC"/>
    <w:rsid w:val="00BC1243"/>
    <w:rsid w:val="00BC3092"/>
    <w:rsid w:val="00BC31A3"/>
    <w:rsid w:val="00BC322E"/>
    <w:rsid w:val="00BC4F12"/>
    <w:rsid w:val="00BC6D7C"/>
    <w:rsid w:val="00BD1EDC"/>
    <w:rsid w:val="00BD3773"/>
    <w:rsid w:val="00BD40F0"/>
    <w:rsid w:val="00BD5773"/>
    <w:rsid w:val="00BD66B7"/>
    <w:rsid w:val="00BE0AD7"/>
    <w:rsid w:val="00BE0B92"/>
    <w:rsid w:val="00BE27AB"/>
    <w:rsid w:val="00BE2BB4"/>
    <w:rsid w:val="00BE2E3D"/>
    <w:rsid w:val="00BE364C"/>
    <w:rsid w:val="00BE3CD1"/>
    <w:rsid w:val="00BE5F1E"/>
    <w:rsid w:val="00BE73E8"/>
    <w:rsid w:val="00BF01F8"/>
    <w:rsid w:val="00BF15FE"/>
    <w:rsid w:val="00BF284F"/>
    <w:rsid w:val="00BF4873"/>
    <w:rsid w:val="00BF49BD"/>
    <w:rsid w:val="00BF5F70"/>
    <w:rsid w:val="00BF77AA"/>
    <w:rsid w:val="00BF7F59"/>
    <w:rsid w:val="00C004D5"/>
    <w:rsid w:val="00C00E24"/>
    <w:rsid w:val="00C03023"/>
    <w:rsid w:val="00C05B8D"/>
    <w:rsid w:val="00C063A5"/>
    <w:rsid w:val="00C06C59"/>
    <w:rsid w:val="00C06F1E"/>
    <w:rsid w:val="00C10392"/>
    <w:rsid w:val="00C170F4"/>
    <w:rsid w:val="00C2284D"/>
    <w:rsid w:val="00C22B32"/>
    <w:rsid w:val="00C2450C"/>
    <w:rsid w:val="00C24665"/>
    <w:rsid w:val="00C25280"/>
    <w:rsid w:val="00C254FE"/>
    <w:rsid w:val="00C26641"/>
    <w:rsid w:val="00C2672A"/>
    <w:rsid w:val="00C30F8F"/>
    <w:rsid w:val="00C31872"/>
    <w:rsid w:val="00C31EFA"/>
    <w:rsid w:val="00C33448"/>
    <w:rsid w:val="00C339E8"/>
    <w:rsid w:val="00C3421B"/>
    <w:rsid w:val="00C3526F"/>
    <w:rsid w:val="00C36096"/>
    <w:rsid w:val="00C36AD9"/>
    <w:rsid w:val="00C36E81"/>
    <w:rsid w:val="00C373A6"/>
    <w:rsid w:val="00C41C74"/>
    <w:rsid w:val="00C42DF0"/>
    <w:rsid w:val="00C43F14"/>
    <w:rsid w:val="00C44443"/>
    <w:rsid w:val="00C467B7"/>
    <w:rsid w:val="00C4701A"/>
    <w:rsid w:val="00C47E91"/>
    <w:rsid w:val="00C52AE0"/>
    <w:rsid w:val="00C5381E"/>
    <w:rsid w:val="00C53EB1"/>
    <w:rsid w:val="00C5498D"/>
    <w:rsid w:val="00C54A94"/>
    <w:rsid w:val="00C54B93"/>
    <w:rsid w:val="00C54E7F"/>
    <w:rsid w:val="00C55EEA"/>
    <w:rsid w:val="00C56DAA"/>
    <w:rsid w:val="00C571E3"/>
    <w:rsid w:val="00C57A40"/>
    <w:rsid w:val="00C57A7A"/>
    <w:rsid w:val="00C60B11"/>
    <w:rsid w:val="00C60B61"/>
    <w:rsid w:val="00C61C4A"/>
    <w:rsid w:val="00C62040"/>
    <w:rsid w:val="00C62A7E"/>
    <w:rsid w:val="00C64411"/>
    <w:rsid w:val="00C64B51"/>
    <w:rsid w:val="00C67BDF"/>
    <w:rsid w:val="00C714EA"/>
    <w:rsid w:val="00C719F4"/>
    <w:rsid w:val="00C71BC2"/>
    <w:rsid w:val="00C722F3"/>
    <w:rsid w:val="00C72FAE"/>
    <w:rsid w:val="00C744B5"/>
    <w:rsid w:val="00C7479B"/>
    <w:rsid w:val="00C75649"/>
    <w:rsid w:val="00C772AB"/>
    <w:rsid w:val="00C8308B"/>
    <w:rsid w:val="00C855B6"/>
    <w:rsid w:val="00C9086F"/>
    <w:rsid w:val="00C92050"/>
    <w:rsid w:val="00C92F3F"/>
    <w:rsid w:val="00C9338D"/>
    <w:rsid w:val="00C959DD"/>
    <w:rsid w:val="00C97196"/>
    <w:rsid w:val="00C9754D"/>
    <w:rsid w:val="00CA03CA"/>
    <w:rsid w:val="00CA0758"/>
    <w:rsid w:val="00CA0C9D"/>
    <w:rsid w:val="00CA123D"/>
    <w:rsid w:val="00CA1363"/>
    <w:rsid w:val="00CA1C04"/>
    <w:rsid w:val="00CA3C70"/>
    <w:rsid w:val="00CA401A"/>
    <w:rsid w:val="00CB1345"/>
    <w:rsid w:val="00CB178A"/>
    <w:rsid w:val="00CB1870"/>
    <w:rsid w:val="00CB1ACA"/>
    <w:rsid w:val="00CB2632"/>
    <w:rsid w:val="00CB35AD"/>
    <w:rsid w:val="00CB539B"/>
    <w:rsid w:val="00CB6267"/>
    <w:rsid w:val="00CC0C7C"/>
    <w:rsid w:val="00CC2B6F"/>
    <w:rsid w:val="00CC4B2E"/>
    <w:rsid w:val="00CC571A"/>
    <w:rsid w:val="00CC5D87"/>
    <w:rsid w:val="00CC6126"/>
    <w:rsid w:val="00CC66B5"/>
    <w:rsid w:val="00CC690C"/>
    <w:rsid w:val="00CD0464"/>
    <w:rsid w:val="00CD0F5B"/>
    <w:rsid w:val="00CD1CBE"/>
    <w:rsid w:val="00CD2F00"/>
    <w:rsid w:val="00CD3B99"/>
    <w:rsid w:val="00CD5680"/>
    <w:rsid w:val="00CD5E11"/>
    <w:rsid w:val="00CD686D"/>
    <w:rsid w:val="00CE00B9"/>
    <w:rsid w:val="00CE04F5"/>
    <w:rsid w:val="00CE075A"/>
    <w:rsid w:val="00CE10F4"/>
    <w:rsid w:val="00CE1626"/>
    <w:rsid w:val="00CE1BDE"/>
    <w:rsid w:val="00CE44A5"/>
    <w:rsid w:val="00CE5C3A"/>
    <w:rsid w:val="00CE5FEC"/>
    <w:rsid w:val="00CE6B18"/>
    <w:rsid w:val="00CE6D6D"/>
    <w:rsid w:val="00CE7969"/>
    <w:rsid w:val="00CF056F"/>
    <w:rsid w:val="00CF079B"/>
    <w:rsid w:val="00CF20DC"/>
    <w:rsid w:val="00CF286E"/>
    <w:rsid w:val="00CF3417"/>
    <w:rsid w:val="00CF42F9"/>
    <w:rsid w:val="00CF4C7C"/>
    <w:rsid w:val="00CF689E"/>
    <w:rsid w:val="00CF7606"/>
    <w:rsid w:val="00D00230"/>
    <w:rsid w:val="00D028E3"/>
    <w:rsid w:val="00D02F27"/>
    <w:rsid w:val="00D03846"/>
    <w:rsid w:val="00D04EB3"/>
    <w:rsid w:val="00D06380"/>
    <w:rsid w:val="00D078FB"/>
    <w:rsid w:val="00D07E5D"/>
    <w:rsid w:val="00D10884"/>
    <w:rsid w:val="00D112D5"/>
    <w:rsid w:val="00D16F9F"/>
    <w:rsid w:val="00D215CF"/>
    <w:rsid w:val="00D22B6F"/>
    <w:rsid w:val="00D2447C"/>
    <w:rsid w:val="00D245CB"/>
    <w:rsid w:val="00D24705"/>
    <w:rsid w:val="00D26DE0"/>
    <w:rsid w:val="00D3024E"/>
    <w:rsid w:val="00D31A18"/>
    <w:rsid w:val="00D328DB"/>
    <w:rsid w:val="00D32A51"/>
    <w:rsid w:val="00D33341"/>
    <w:rsid w:val="00D33B1B"/>
    <w:rsid w:val="00D34359"/>
    <w:rsid w:val="00D3599A"/>
    <w:rsid w:val="00D359DC"/>
    <w:rsid w:val="00D37613"/>
    <w:rsid w:val="00D4022F"/>
    <w:rsid w:val="00D40A5B"/>
    <w:rsid w:val="00D42889"/>
    <w:rsid w:val="00D43CDD"/>
    <w:rsid w:val="00D4434D"/>
    <w:rsid w:val="00D44D34"/>
    <w:rsid w:val="00D50080"/>
    <w:rsid w:val="00D50703"/>
    <w:rsid w:val="00D507D8"/>
    <w:rsid w:val="00D51498"/>
    <w:rsid w:val="00D516A7"/>
    <w:rsid w:val="00D52F0D"/>
    <w:rsid w:val="00D538D4"/>
    <w:rsid w:val="00D53985"/>
    <w:rsid w:val="00D57095"/>
    <w:rsid w:val="00D61196"/>
    <w:rsid w:val="00D611CB"/>
    <w:rsid w:val="00D6233B"/>
    <w:rsid w:val="00D6299C"/>
    <w:rsid w:val="00D634A9"/>
    <w:rsid w:val="00D6353F"/>
    <w:rsid w:val="00D637EE"/>
    <w:rsid w:val="00D64661"/>
    <w:rsid w:val="00D64D7D"/>
    <w:rsid w:val="00D64FF3"/>
    <w:rsid w:val="00D652DC"/>
    <w:rsid w:val="00D65EE7"/>
    <w:rsid w:val="00D6669A"/>
    <w:rsid w:val="00D66D86"/>
    <w:rsid w:val="00D67C6C"/>
    <w:rsid w:val="00D7012E"/>
    <w:rsid w:val="00D7074F"/>
    <w:rsid w:val="00D709F4"/>
    <w:rsid w:val="00D71003"/>
    <w:rsid w:val="00D712F2"/>
    <w:rsid w:val="00D75263"/>
    <w:rsid w:val="00D76F19"/>
    <w:rsid w:val="00D801AE"/>
    <w:rsid w:val="00D806C8"/>
    <w:rsid w:val="00D809B6"/>
    <w:rsid w:val="00D80C21"/>
    <w:rsid w:val="00D82C74"/>
    <w:rsid w:val="00D86271"/>
    <w:rsid w:val="00D86426"/>
    <w:rsid w:val="00D908BD"/>
    <w:rsid w:val="00D90ACC"/>
    <w:rsid w:val="00D90F75"/>
    <w:rsid w:val="00D91327"/>
    <w:rsid w:val="00D9135D"/>
    <w:rsid w:val="00D916EC"/>
    <w:rsid w:val="00D91FE9"/>
    <w:rsid w:val="00D934EB"/>
    <w:rsid w:val="00D935AA"/>
    <w:rsid w:val="00D94E52"/>
    <w:rsid w:val="00D9519C"/>
    <w:rsid w:val="00D9639F"/>
    <w:rsid w:val="00D9688C"/>
    <w:rsid w:val="00D97608"/>
    <w:rsid w:val="00D976A0"/>
    <w:rsid w:val="00DA0CE7"/>
    <w:rsid w:val="00DA2837"/>
    <w:rsid w:val="00DA5C79"/>
    <w:rsid w:val="00DA5E1F"/>
    <w:rsid w:val="00DA678D"/>
    <w:rsid w:val="00DB0780"/>
    <w:rsid w:val="00DB0A98"/>
    <w:rsid w:val="00DB1C96"/>
    <w:rsid w:val="00DB303F"/>
    <w:rsid w:val="00DB5483"/>
    <w:rsid w:val="00DB5F98"/>
    <w:rsid w:val="00DB6B90"/>
    <w:rsid w:val="00DB74DF"/>
    <w:rsid w:val="00DC0F10"/>
    <w:rsid w:val="00DC1162"/>
    <w:rsid w:val="00DC2E59"/>
    <w:rsid w:val="00DC2FBC"/>
    <w:rsid w:val="00DC3266"/>
    <w:rsid w:val="00DC3A5D"/>
    <w:rsid w:val="00DC3D74"/>
    <w:rsid w:val="00DC415D"/>
    <w:rsid w:val="00DC5DF6"/>
    <w:rsid w:val="00DC67EF"/>
    <w:rsid w:val="00DC6AE4"/>
    <w:rsid w:val="00DC7CB6"/>
    <w:rsid w:val="00DD090A"/>
    <w:rsid w:val="00DD0ACC"/>
    <w:rsid w:val="00DD0E5E"/>
    <w:rsid w:val="00DD7FFD"/>
    <w:rsid w:val="00DE04FD"/>
    <w:rsid w:val="00DE167F"/>
    <w:rsid w:val="00DE337B"/>
    <w:rsid w:val="00DE4F73"/>
    <w:rsid w:val="00DF0A85"/>
    <w:rsid w:val="00DF0E6D"/>
    <w:rsid w:val="00DF1DC4"/>
    <w:rsid w:val="00DF1F7D"/>
    <w:rsid w:val="00DF24B3"/>
    <w:rsid w:val="00DF2828"/>
    <w:rsid w:val="00DF4903"/>
    <w:rsid w:val="00DF588F"/>
    <w:rsid w:val="00DF6811"/>
    <w:rsid w:val="00E001C6"/>
    <w:rsid w:val="00E00EDF"/>
    <w:rsid w:val="00E01A71"/>
    <w:rsid w:val="00E02DAE"/>
    <w:rsid w:val="00E0309F"/>
    <w:rsid w:val="00E05269"/>
    <w:rsid w:val="00E05FD6"/>
    <w:rsid w:val="00E13B51"/>
    <w:rsid w:val="00E1485F"/>
    <w:rsid w:val="00E14C5A"/>
    <w:rsid w:val="00E157DC"/>
    <w:rsid w:val="00E15CEC"/>
    <w:rsid w:val="00E1671F"/>
    <w:rsid w:val="00E168E8"/>
    <w:rsid w:val="00E20341"/>
    <w:rsid w:val="00E20406"/>
    <w:rsid w:val="00E20567"/>
    <w:rsid w:val="00E25DCC"/>
    <w:rsid w:val="00E264EA"/>
    <w:rsid w:val="00E26792"/>
    <w:rsid w:val="00E26987"/>
    <w:rsid w:val="00E26E33"/>
    <w:rsid w:val="00E273ED"/>
    <w:rsid w:val="00E30787"/>
    <w:rsid w:val="00E3089A"/>
    <w:rsid w:val="00E3133B"/>
    <w:rsid w:val="00E31FC0"/>
    <w:rsid w:val="00E32390"/>
    <w:rsid w:val="00E35340"/>
    <w:rsid w:val="00E360AB"/>
    <w:rsid w:val="00E36FFC"/>
    <w:rsid w:val="00E376F4"/>
    <w:rsid w:val="00E406A6"/>
    <w:rsid w:val="00E408E6"/>
    <w:rsid w:val="00E41B9F"/>
    <w:rsid w:val="00E43AD0"/>
    <w:rsid w:val="00E43D97"/>
    <w:rsid w:val="00E44479"/>
    <w:rsid w:val="00E47CD0"/>
    <w:rsid w:val="00E47D1F"/>
    <w:rsid w:val="00E508A5"/>
    <w:rsid w:val="00E51EE6"/>
    <w:rsid w:val="00E54D8C"/>
    <w:rsid w:val="00E5504F"/>
    <w:rsid w:val="00E56692"/>
    <w:rsid w:val="00E566CD"/>
    <w:rsid w:val="00E6035C"/>
    <w:rsid w:val="00E60639"/>
    <w:rsid w:val="00E609D8"/>
    <w:rsid w:val="00E60D90"/>
    <w:rsid w:val="00E611FC"/>
    <w:rsid w:val="00E61C6F"/>
    <w:rsid w:val="00E61EBC"/>
    <w:rsid w:val="00E62968"/>
    <w:rsid w:val="00E63441"/>
    <w:rsid w:val="00E63E6C"/>
    <w:rsid w:val="00E63F60"/>
    <w:rsid w:val="00E67895"/>
    <w:rsid w:val="00E67987"/>
    <w:rsid w:val="00E724BA"/>
    <w:rsid w:val="00E745E6"/>
    <w:rsid w:val="00E7624B"/>
    <w:rsid w:val="00E770EB"/>
    <w:rsid w:val="00E85D09"/>
    <w:rsid w:val="00E85DDD"/>
    <w:rsid w:val="00E86159"/>
    <w:rsid w:val="00E86189"/>
    <w:rsid w:val="00E90D5C"/>
    <w:rsid w:val="00E91D9C"/>
    <w:rsid w:val="00E92058"/>
    <w:rsid w:val="00E929EA"/>
    <w:rsid w:val="00E932F7"/>
    <w:rsid w:val="00E93719"/>
    <w:rsid w:val="00E93B70"/>
    <w:rsid w:val="00E957AF"/>
    <w:rsid w:val="00E96324"/>
    <w:rsid w:val="00E97193"/>
    <w:rsid w:val="00EA01FC"/>
    <w:rsid w:val="00EA07AC"/>
    <w:rsid w:val="00EA09CA"/>
    <w:rsid w:val="00EA0FD1"/>
    <w:rsid w:val="00EA4615"/>
    <w:rsid w:val="00EA498C"/>
    <w:rsid w:val="00EA5239"/>
    <w:rsid w:val="00EA614A"/>
    <w:rsid w:val="00EA6D4A"/>
    <w:rsid w:val="00EA6DF9"/>
    <w:rsid w:val="00EB023E"/>
    <w:rsid w:val="00EB38A4"/>
    <w:rsid w:val="00EB60F3"/>
    <w:rsid w:val="00EB6731"/>
    <w:rsid w:val="00EB7724"/>
    <w:rsid w:val="00EB7D92"/>
    <w:rsid w:val="00EC029F"/>
    <w:rsid w:val="00EC052E"/>
    <w:rsid w:val="00EC0A8A"/>
    <w:rsid w:val="00EC248B"/>
    <w:rsid w:val="00EC2B94"/>
    <w:rsid w:val="00EC3AB2"/>
    <w:rsid w:val="00EC5ED6"/>
    <w:rsid w:val="00EC5FE8"/>
    <w:rsid w:val="00EC649D"/>
    <w:rsid w:val="00EC75FF"/>
    <w:rsid w:val="00EC7DC2"/>
    <w:rsid w:val="00ED0C2C"/>
    <w:rsid w:val="00ED1819"/>
    <w:rsid w:val="00ED2481"/>
    <w:rsid w:val="00ED2933"/>
    <w:rsid w:val="00ED329C"/>
    <w:rsid w:val="00ED344F"/>
    <w:rsid w:val="00ED35CB"/>
    <w:rsid w:val="00ED447C"/>
    <w:rsid w:val="00ED4B50"/>
    <w:rsid w:val="00ED4D59"/>
    <w:rsid w:val="00EE0416"/>
    <w:rsid w:val="00EE1162"/>
    <w:rsid w:val="00EE1C1B"/>
    <w:rsid w:val="00EE3704"/>
    <w:rsid w:val="00EE470D"/>
    <w:rsid w:val="00EE6C5A"/>
    <w:rsid w:val="00EE6CF9"/>
    <w:rsid w:val="00EF0251"/>
    <w:rsid w:val="00EF149B"/>
    <w:rsid w:val="00EF22AA"/>
    <w:rsid w:val="00EF22B1"/>
    <w:rsid w:val="00EF422B"/>
    <w:rsid w:val="00EF4322"/>
    <w:rsid w:val="00EF437C"/>
    <w:rsid w:val="00EF56EB"/>
    <w:rsid w:val="00EF591A"/>
    <w:rsid w:val="00EF76EC"/>
    <w:rsid w:val="00F001C0"/>
    <w:rsid w:val="00F02075"/>
    <w:rsid w:val="00F02EDD"/>
    <w:rsid w:val="00F0374A"/>
    <w:rsid w:val="00F04307"/>
    <w:rsid w:val="00F04840"/>
    <w:rsid w:val="00F04A26"/>
    <w:rsid w:val="00F04D6F"/>
    <w:rsid w:val="00F05CCF"/>
    <w:rsid w:val="00F070B9"/>
    <w:rsid w:val="00F071CA"/>
    <w:rsid w:val="00F07563"/>
    <w:rsid w:val="00F1157D"/>
    <w:rsid w:val="00F1493C"/>
    <w:rsid w:val="00F1520C"/>
    <w:rsid w:val="00F156AD"/>
    <w:rsid w:val="00F158A4"/>
    <w:rsid w:val="00F16B66"/>
    <w:rsid w:val="00F16BF0"/>
    <w:rsid w:val="00F176FF"/>
    <w:rsid w:val="00F20F62"/>
    <w:rsid w:val="00F21BB1"/>
    <w:rsid w:val="00F21BD2"/>
    <w:rsid w:val="00F229AD"/>
    <w:rsid w:val="00F22CAA"/>
    <w:rsid w:val="00F2311E"/>
    <w:rsid w:val="00F239A9"/>
    <w:rsid w:val="00F24839"/>
    <w:rsid w:val="00F2761C"/>
    <w:rsid w:val="00F27CB2"/>
    <w:rsid w:val="00F27F4B"/>
    <w:rsid w:val="00F3031E"/>
    <w:rsid w:val="00F3127B"/>
    <w:rsid w:val="00F317A5"/>
    <w:rsid w:val="00F341F4"/>
    <w:rsid w:val="00F35034"/>
    <w:rsid w:val="00F3681A"/>
    <w:rsid w:val="00F409A0"/>
    <w:rsid w:val="00F40EC1"/>
    <w:rsid w:val="00F415EB"/>
    <w:rsid w:val="00F417DF"/>
    <w:rsid w:val="00F41907"/>
    <w:rsid w:val="00F41A03"/>
    <w:rsid w:val="00F41EEE"/>
    <w:rsid w:val="00F428D8"/>
    <w:rsid w:val="00F42BA4"/>
    <w:rsid w:val="00F42EC2"/>
    <w:rsid w:val="00F4308E"/>
    <w:rsid w:val="00F441D8"/>
    <w:rsid w:val="00F468F3"/>
    <w:rsid w:val="00F46BCD"/>
    <w:rsid w:val="00F51181"/>
    <w:rsid w:val="00F512F3"/>
    <w:rsid w:val="00F5163B"/>
    <w:rsid w:val="00F51767"/>
    <w:rsid w:val="00F51BAC"/>
    <w:rsid w:val="00F52DC6"/>
    <w:rsid w:val="00F53A7C"/>
    <w:rsid w:val="00F5462B"/>
    <w:rsid w:val="00F54821"/>
    <w:rsid w:val="00F5576C"/>
    <w:rsid w:val="00F60042"/>
    <w:rsid w:val="00F608BB"/>
    <w:rsid w:val="00F64874"/>
    <w:rsid w:val="00F6527F"/>
    <w:rsid w:val="00F65295"/>
    <w:rsid w:val="00F6656B"/>
    <w:rsid w:val="00F66E43"/>
    <w:rsid w:val="00F671B4"/>
    <w:rsid w:val="00F737AE"/>
    <w:rsid w:val="00F73F1D"/>
    <w:rsid w:val="00F7441C"/>
    <w:rsid w:val="00F74C12"/>
    <w:rsid w:val="00F76953"/>
    <w:rsid w:val="00F778D2"/>
    <w:rsid w:val="00F77AD8"/>
    <w:rsid w:val="00F77EFC"/>
    <w:rsid w:val="00F819E1"/>
    <w:rsid w:val="00F83767"/>
    <w:rsid w:val="00F837AC"/>
    <w:rsid w:val="00F83AF6"/>
    <w:rsid w:val="00F83D97"/>
    <w:rsid w:val="00F8754F"/>
    <w:rsid w:val="00F875B0"/>
    <w:rsid w:val="00F94C84"/>
    <w:rsid w:val="00F95323"/>
    <w:rsid w:val="00F9559A"/>
    <w:rsid w:val="00F96BC5"/>
    <w:rsid w:val="00FA0EBD"/>
    <w:rsid w:val="00FA1871"/>
    <w:rsid w:val="00FA2233"/>
    <w:rsid w:val="00FA2355"/>
    <w:rsid w:val="00FA25B8"/>
    <w:rsid w:val="00FA4114"/>
    <w:rsid w:val="00FA6823"/>
    <w:rsid w:val="00FA6A0C"/>
    <w:rsid w:val="00FB0400"/>
    <w:rsid w:val="00FB1442"/>
    <w:rsid w:val="00FB2957"/>
    <w:rsid w:val="00FB3012"/>
    <w:rsid w:val="00FB3959"/>
    <w:rsid w:val="00FB3C73"/>
    <w:rsid w:val="00FB3FD0"/>
    <w:rsid w:val="00FB418E"/>
    <w:rsid w:val="00FB4337"/>
    <w:rsid w:val="00FB49D0"/>
    <w:rsid w:val="00FB6E75"/>
    <w:rsid w:val="00FB729C"/>
    <w:rsid w:val="00FB79B3"/>
    <w:rsid w:val="00FB7FE0"/>
    <w:rsid w:val="00FC0225"/>
    <w:rsid w:val="00FC2EC1"/>
    <w:rsid w:val="00FC471F"/>
    <w:rsid w:val="00FD17D7"/>
    <w:rsid w:val="00FD25C3"/>
    <w:rsid w:val="00FD2692"/>
    <w:rsid w:val="00FD33BC"/>
    <w:rsid w:val="00FD3863"/>
    <w:rsid w:val="00FD448F"/>
    <w:rsid w:val="00FD4A5C"/>
    <w:rsid w:val="00FD7734"/>
    <w:rsid w:val="00FE051F"/>
    <w:rsid w:val="00FE2D24"/>
    <w:rsid w:val="00FE4288"/>
    <w:rsid w:val="00FE6ED0"/>
    <w:rsid w:val="00FE7DDE"/>
    <w:rsid w:val="00FF2976"/>
    <w:rsid w:val="00FF2B28"/>
    <w:rsid w:val="00FF35E7"/>
    <w:rsid w:val="00FF4282"/>
    <w:rsid w:val="00FF478B"/>
    <w:rsid w:val="00FF5959"/>
    <w:rsid w:val="00FF7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BF15FE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10E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410E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410E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410E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410E9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410E9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410E9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410E9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410E9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10E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410E9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410E9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410E9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410E9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6410E9"/>
    <w:rPr>
      <w:rFonts w:ascii="Cambria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6410E9"/>
    <w:rPr>
      <w:rFonts w:ascii="Cambria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6410E9"/>
    <w:rPr>
      <w:rFonts w:ascii="Cambria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6410E9"/>
    <w:rPr>
      <w:rFonts w:ascii="Cambria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6410E9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6410E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6410E9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6410E9"/>
    <w:pPr>
      <w:numPr>
        <w:ilvl w:val="1"/>
      </w:numPr>
      <w:ind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410E9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6410E9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6410E9"/>
    <w:rPr>
      <w:rFonts w:cs="Times New Roman"/>
      <w:i/>
      <w:iCs/>
    </w:rPr>
  </w:style>
  <w:style w:type="paragraph" w:styleId="NoSpacing">
    <w:name w:val="No Spacing"/>
    <w:uiPriority w:val="99"/>
    <w:qFormat/>
    <w:rsid w:val="006410E9"/>
    <w:pPr>
      <w:ind w:firstLine="709"/>
      <w:jc w:val="both"/>
    </w:pPr>
    <w:rPr>
      <w:lang w:val="en-US" w:eastAsia="en-US"/>
    </w:rPr>
  </w:style>
  <w:style w:type="paragraph" w:styleId="ListParagraph">
    <w:name w:val="List Paragraph"/>
    <w:basedOn w:val="Normal"/>
    <w:uiPriority w:val="99"/>
    <w:qFormat/>
    <w:rsid w:val="006410E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6410E9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6410E9"/>
    <w:rPr>
      <w:rFonts w:cs="Times New Roman"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6410E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6410E9"/>
    <w:rPr>
      <w:rFonts w:cs="Times New Roman"/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6410E9"/>
    <w:rPr>
      <w:rFonts w:cs="Times New Roman"/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6410E9"/>
    <w:rPr>
      <w:rFonts w:cs="Times New Roman"/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6410E9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6410E9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6410E9"/>
    <w:rPr>
      <w:rFonts w:cs="Times New Roman"/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6410E9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rsid w:val="00DD0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0E5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rmal">
    <w:name w:val="ConsPlusNormal"/>
    <w:uiPriority w:val="99"/>
    <w:rsid w:val="005E28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1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521</TotalTime>
  <Pages>1</Pages>
  <Words>174</Words>
  <Characters>992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a.hromtsov</dc:creator>
  <cp:keywords/>
  <dc:description/>
  <cp:lastModifiedBy>a.albanova</cp:lastModifiedBy>
  <cp:revision>21</cp:revision>
  <cp:lastPrinted>2013-10-23T13:11:00Z</cp:lastPrinted>
  <dcterms:created xsi:type="dcterms:W3CDTF">2013-09-05T07:20:00Z</dcterms:created>
  <dcterms:modified xsi:type="dcterms:W3CDTF">2015-02-25T14:18:00Z</dcterms:modified>
</cp:coreProperties>
</file>